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48831" w14:textId="4E14368E" w:rsidR="00FA35C7" w:rsidRPr="0082449C" w:rsidRDefault="0036433A" w:rsidP="00FA35C7">
      <w:pPr>
        <w:pStyle w:val="Title"/>
        <w:rPr>
          <w:lang w:val="pt-BR"/>
        </w:rPr>
      </w:pPr>
      <w:r w:rsidRPr="0036433A">
        <w:rPr>
          <w:noProof/>
          <w:lang w:val="pt-BR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7084FDA4" wp14:editId="6C73BDCA">
                <wp:simplePos x="0" y="0"/>
                <wp:positionH relativeFrom="column">
                  <wp:posOffset>653052</wp:posOffset>
                </wp:positionH>
                <wp:positionV relativeFrom="paragraph">
                  <wp:posOffset>903514</wp:posOffset>
                </wp:positionV>
                <wp:extent cx="4557395" cy="1404620"/>
                <wp:effectExtent l="0" t="0" r="14605" b="247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7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61268" w14:textId="54A8CD38" w:rsidR="0036433A" w:rsidRPr="0036433A" w:rsidRDefault="0036433A">
                            <w:pPr>
                              <w:rPr>
                                <w:color w:val="FF0000"/>
                                <w:lang w:val="pt-BR"/>
                              </w:rPr>
                            </w:pPr>
                            <w:r w:rsidRPr="0036433A">
                              <w:rPr>
                                <w:color w:val="FF0000"/>
                                <w:lang w:val="pt-BR"/>
                              </w:rPr>
                              <w:t>Modelo elaborado pelo Prof. Douglas Renaux para uso no Projeto Final da disciplina de Sistemas Embarcados.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084FDA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4pt;margin-top:71.15pt;width:358.85pt;height:110.6pt;z-index:251661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">
                <v:textbox style="mso-fit-shape-to-text:t">
                  <w:txbxContent>
                    <w:p w14:paraId="79661268" w14:textId="54A8CD38" w:rsidR="0036433A" w:rsidRPr="0036433A" w:rsidRDefault="0036433A">
                      <w:pPr>
                        <w:rPr>
                          <w:color w:val="FF0000"/>
                          <w:lang w:val="pt-BR"/>
                        </w:rPr>
                      </w:pPr>
                      <w:r w:rsidRPr="0036433A">
                        <w:rPr>
                          <w:color w:val="FF0000"/>
                          <w:lang w:val="pt-BR"/>
                        </w:rPr>
                        <w:t>Modelo elaborado pelo Prof. Douglas Renaux para uso no Projeto Final da disciplina de Sistemas Embarcados.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B9AEC6" w14:textId="60EF0EB6" w:rsidR="00FA35C7" w:rsidRPr="0082449C" w:rsidRDefault="00FA35C7" w:rsidP="00FA35C7">
      <w:pPr>
        <w:pStyle w:val="Title"/>
        <w:rPr>
          <w:lang w:val="pt-BR"/>
        </w:rPr>
      </w:pPr>
    </w:p>
    <w:p w14:paraId="3E7295C8" w14:textId="7DCFAE17" w:rsidR="00FA35C7" w:rsidRPr="0082449C" w:rsidRDefault="00FA35C7" w:rsidP="00FA35C7">
      <w:pPr>
        <w:pStyle w:val="Title"/>
        <w:rPr>
          <w:lang w:val="pt-BR"/>
        </w:rPr>
      </w:pPr>
    </w:p>
    <w:p w14:paraId="4CE8E7CE" w14:textId="34231744" w:rsidR="00026E81" w:rsidRPr="0082449C" w:rsidRDefault="00615B98" w:rsidP="00FA35C7">
      <w:pPr>
        <w:pStyle w:val="Title"/>
        <w:rPr>
          <w:lang w:val="pt-BR"/>
        </w:rPr>
      </w:pPr>
      <w:r w:rsidRPr="0082449C">
        <w:rPr>
          <w:sz w:val="40"/>
          <w:szCs w:val="40"/>
          <w:lang w:val="pt-BR"/>
        </w:rPr>
        <w:t>Documentação de Projeto – Parte 1</w:t>
      </w:r>
      <w:r w:rsidRPr="0082449C">
        <w:rPr>
          <w:sz w:val="40"/>
          <w:szCs w:val="40"/>
          <w:lang w:val="pt-BR"/>
        </w:rPr>
        <w:br/>
      </w:r>
      <w:r w:rsidRPr="0082449C">
        <w:rPr>
          <w:lang w:val="pt-BR"/>
        </w:rPr>
        <w:t xml:space="preserve">CONOPS, </w:t>
      </w:r>
      <w:r w:rsidR="00CF50CB" w:rsidRPr="0082449C">
        <w:rPr>
          <w:lang w:val="pt-BR"/>
        </w:rPr>
        <w:t xml:space="preserve">Domínio do Problema, </w:t>
      </w:r>
      <w:r w:rsidRPr="0082449C">
        <w:rPr>
          <w:lang w:val="pt-BR"/>
        </w:rPr>
        <w:t>Especificação</w:t>
      </w:r>
    </w:p>
    <w:p w14:paraId="1E11B4FC" w14:textId="531987B8" w:rsidR="00FA35C7" w:rsidRPr="0082449C" w:rsidRDefault="00FA35C7" w:rsidP="00FA35C7">
      <w:pPr>
        <w:pStyle w:val="Title"/>
        <w:rPr>
          <w:lang w:val="pt-BR"/>
        </w:rPr>
      </w:pPr>
      <w:r w:rsidRPr="0082449C">
        <w:rPr>
          <w:noProof/>
          <w:lang w:val="pt-BR"/>
        </w:rPr>
        <mc:AlternateContent>
          <mc:Choice Requires="wps">
            <w:drawing>
              <wp:anchor distT="4294967294" distB="4294967294" distL="114300" distR="114300" simplePos="0" relativeHeight="251659776" behindDoc="0" locked="0" layoutInCell="1" allowOverlap="1" wp14:anchorId="3A0AB132" wp14:editId="473CA288">
                <wp:simplePos x="0" y="0"/>
                <wp:positionH relativeFrom="column">
                  <wp:posOffset>0</wp:posOffset>
                </wp:positionH>
                <wp:positionV relativeFrom="paragraph">
                  <wp:posOffset>249555</wp:posOffset>
                </wp:positionV>
                <wp:extent cx="5943600" cy="0"/>
                <wp:effectExtent l="0" t="0" r="19050" b="19050"/>
                <wp:wrapNone/>
                <wp:docPr id="202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CBC1B1" id="Line 58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9.65pt" to="468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"/>
            </w:pict>
          </mc:Fallback>
        </mc:AlternateContent>
      </w:r>
    </w:p>
    <w:p w14:paraId="2858F7A6" w14:textId="5546513E" w:rsidR="00FA35C7" w:rsidRPr="0082449C" w:rsidRDefault="00FA35C7" w:rsidP="00FA35C7">
      <w:pPr>
        <w:pStyle w:val="Title"/>
        <w:rPr>
          <w:lang w:val="pt-BR"/>
        </w:rPr>
      </w:pPr>
    </w:p>
    <w:p w14:paraId="78215572" w14:textId="1933CDE8" w:rsidR="00026E81" w:rsidRPr="0082449C" w:rsidRDefault="00026E81" w:rsidP="00026E81">
      <w:pPr>
        <w:rPr>
          <w:sz w:val="28"/>
          <w:szCs w:val="28"/>
          <w:lang w:val="pt-BR"/>
        </w:rPr>
      </w:pPr>
      <w:r w:rsidRPr="0082449C">
        <w:rPr>
          <w:sz w:val="28"/>
          <w:szCs w:val="28"/>
          <w:lang w:val="pt-BR"/>
        </w:rPr>
        <w:t>Proje</w:t>
      </w:r>
      <w:r w:rsidR="00615B98" w:rsidRPr="0082449C">
        <w:rPr>
          <w:sz w:val="28"/>
          <w:szCs w:val="28"/>
          <w:lang w:val="pt-BR"/>
        </w:rPr>
        <w:t>to</w:t>
      </w:r>
      <w:r w:rsidRPr="0082449C">
        <w:rPr>
          <w:sz w:val="28"/>
          <w:szCs w:val="28"/>
          <w:lang w:val="pt-BR"/>
        </w:rPr>
        <w:t xml:space="preserve">:   </w:t>
      </w:r>
      <w:r w:rsidRPr="0082449C">
        <w:rPr>
          <w:sz w:val="28"/>
          <w:szCs w:val="28"/>
          <w:lang w:val="pt-BR"/>
        </w:rPr>
        <w:tab/>
      </w:r>
      <w:r w:rsidR="00615B98" w:rsidRPr="0082449C">
        <w:rPr>
          <w:sz w:val="28"/>
          <w:szCs w:val="28"/>
          <w:lang w:val="pt-BR"/>
        </w:rPr>
        <w:t>Nome do Projeto</w:t>
      </w:r>
    </w:p>
    <w:p w14:paraId="31D7F4D2" w14:textId="05EC06FD" w:rsidR="00026E81" w:rsidRPr="0082449C" w:rsidRDefault="00026E81" w:rsidP="00026E81">
      <w:pPr>
        <w:rPr>
          <w:sz w:val="28"/>
          <w:szCs w:val="28"/>
          <w:lang w:val="pt-BR"/>
        </w:rPr>
      </w:pPr>
    </w:p>
    <w:p w14:paraId="44D7E040" w14:textId="090F54B1" w:rsidR="00026E81" w:rsidRDefault="00026E81" w:rsidP="00026E81">
      <w:pPr>
        <w:rPr>
          <w:sz w:val="28"/>
          <w:szCs w:val="28"/>
          <w:lang w:val="pt-BR"/>
        </w:rPr>
      </w:pPr>
      <w:r w:rsidRPr="0082449C">
        <w:rPr>
          <w:sz w:val="28"/>
          <w:szCs w:val="28"/>
          <w:lang w:val="pt-BR"/>
        </w:rPr>
        <w:t>Au</w:t>
      </w:r>
      <w:r w:rsidR="00615B98" w:rsidRPr="0082449C">
        <w:rPr>
          <w:sz w:val="28"/>
          <w:szCs w:val="28"/>
          <w:lang w:val="pt-BR"/>
        </w:rPr>
        <w:t>tores</w:t>
      </w:r>
      <w:r w:rsidRPr="0082449C">
        <w:rPr>
          <w:sz w:val="28"/>
          <w:szCs w:val="28"/>
          <w:lang w:val="pt-BR"/>
        </w:rPr>
        <w:t>:</w:t>
      </w:r>
      <w:r w:rsidRPr="0082449C">
        <w:rPr>
          <w:sz w:val="28"/>
          <w:szCs w:val="28"/>
          <w:lang w:val="pt-BR"/>
        </w:rPr>
        <w:tab/>
      </w:r>
    </w:p>
    <w:p w14:paraId="2C30B922" w14:textId="77777777" w:rsidR="007D428A" w:rsidRPr="0082449C" w:rsidRDefault="007D428A" w:rsidP="00026E81">
      <w:pPr>
        <w:rPr>
          <w:sz w:val="28"/>
          <w:szCs w:val="28"/>
          <w:lang w:val="pt-BR"/>
        </w:rPr>
      </w:pPr>
    </w:p>
    <w:p w14:paraId="28C2C76D" w14:textId="230275D1" w:rsidR="00026E81" w:rsidRPr="0082449C" w:rsidRDefault="00026E81" w:rsidP="00026E81">
      <w:pPr>
        <w:rPr>
          <w:lang w:val="pt-BR"/>
        </w:rPr>
      </w:pPr>
    </w:p>
    <w:p w14:paraId="536961B6" w14:textId="77777777" w:rsidR="00026E81" w:rsidRPr="0082449C" w:rsidRDefault="00026E81" w:rsidP="00026E81">
      <w:pPr>
        <w:rPr>
          <w:lang w:val="pt-BR"/>
        </w:rPr>
      </w:pPr>
    </w:p>
    <w:p w14:paraId="0CD6570A" w14:textId="77777777" w:rsidR="00857E29" w:rsidRPr="0082449C" w:rsidRDefault="00857E29" w:rsidP="00026E81">
      <w:pPr>
        <w:spacing w:after="60"/>
        <w:rPr>
          <w:b/>
          <w:lang w:val="pt-BR"/>
        </w:rPr>
      </w:pPr>
    </w:p>
    <w:p w14:paraId="15D5DEE5" w14:textId="77777777" w:rsidR="00857E29" w:rsidRPr="0082449C" w:rsidRDefault="00857E29" w:rsidP="00026E81">
      <w:pPr>
        <w:spacing w:after="60"/>
        <w:rPr>
          <w:b/>
          <w:lang w:val="pt-BR"/>
        </w:rPr>
      </w:pPr>
    </w:p>
    <w:p w14:paraId="48D4BCE0" w14:textId="16EBA063" w:rsidR="00857E29" w:rsidRPr="0082449C" w:rsidRDefault="00857E29" w:rsidP="00026E81">
      <w:pPr>
        <w:spacing w:after="60"/>
        <w:rPr>
          <w:b/>
          <w:lang w:val="pt-BR"/>
        </w:rPr>
      </w:pPr>
    </w:p>
    <w:p w14:paraId="245EB45E" w14:textId="549310AA" w:rsidR="00857E29" w:rsidRPr="0082449C" w:rsidRDefault="00857E29" w:rsidP="00026E81">
      <w:pPr>
        <w:spacing w:after="60"/>
        <w:rPr>
          <w:b/>
          <w:lang w:val="pt-BR"/>
        </w:rPr>
      </w:pPr>
    </w:p>
    <w:p w14:paraId="603A4F91" w14:textId="6B70003A" w:rsidR="00857E29" w:rsidRPr="0082449C" w:rsidRDefault="00857E29" w:rsidP="00026E81">
      <w:pPr>
        <w:spacing w:after="60"/>
        <w:rPr>
          <w:b/>
          <w:lang w:val="pt-BR"/>
        </w:rPr>
      </w:pPr>
    </w:p>
    <w:p w14:paraId="380B4A37" w14:textId="03E43D4E" w:rsidR="00857E29" w:rsidRPr="0082449C" w:rsidRDefault="00857E29" w:rsidP="00026E81">
      <w:pPr>
        <w:spacing w:after="60"/>
        <w:rPr>
          <w:b/>
          <w:lang w:val="pt-BR"/>
        </w:rPr>
      </w:pPr>
    </w:p>
    <w:p w14:paraId="242ADFF9" w14:textId="164FA0EF" w:rsidR="00857E29" w:rsidRPr="0082449C" w:rsidRDefault="00857E29" w:rsidP="00026E81">
      <w:pPr>
        <w:spacing w:after="60"/>
        <w:rPr>
          <w:b/>
          <w:lang w:val="pt-BR"/>
        </w:rPr>
      </w:pPr>
    </w:p>
    <w:p w14:paraId="1BDF0B95" w14:textId="7EEBD4E8" w:rsidR="00857E29" w:rsidRPr="0082449C" w:rsidRDefault="00857E29" w:rsidP="00026E81">
      <w:pPr>
        <w:spacing w:after="60"/>
        <w:rPr>
          <w:b/>
          <w:lang w:val="pt-BR"/>
        </w:rPr>
      </w:pPr>
    </w:p>
    <w:p w14:paraId="56CC087A" w14:textId="1A360786" w:rsidR="00026E81" w:rsidRPr="0082449C" w:rsidRDefault="00026E81" w:rsidP="00026E81">
      <w:pPr>
        <w:spacing w:after="60"/>
        <w:rPr>
          <w:lang w:val="pt-BR"/>
        </w:rPr>
      </w:pPr>
      <w:r w:rsidRPr="0082449C">
        <w:rPr>
          <w:b/>
          <w:lang w:val="pt-BR"/>
        </w:rPr>
        <w:t>Ver</w:t>
      </w:r>
      <w:r w:rsidR="00615B98" w:rsidRPr="0082449C">
        <w:rPr>
          <w:b/>
          <w:lang w:val="pt-BR"/>
        </w:rPr>
        <w:t>são</w:t>
      </w:r>
      <w:r w:rsidRPr="0082449C">
        <w:rPr>
          <w:b/>
          <w:lang w:val="pt-BR"/>
        </w:rPr>
        <w:t>:</w:t>
      </w:r>
      <w:r w:rsidR="00FA35C7" w:rsidRPr="0082449C">
        <w:rPr>
          <w:lang w:val="pt-BR"/>
        </w:rPr>
        <w:t xml:space="preserve"> xx-Mar-20xx</w:t>
      </w:r>
    </w:p>
    <w:p w14:paraId="6C6E16BF" w14:textId="448486A7" w:rsidR="00857E29" w:rsidRPr="0082449C" w:rsidRDefault="00857E29">
      <w:pPr>
        <w:rPr>
          <w:lang w:val="pt-BR"/>
        </w:rPr>
      </w:pPr>
    </w:p>
    <w:p w14:paraId="076BA324" w14:textId="585041B5" w:rsidR="00026E81" w:rsidRPr="0082449C" w:rsidRDefault="00615B98" w:rsidP="00615B98">
      <w:pPr>
        <w:pStyle w:val="Title"/>
        <w:jc w:val="center"/>
        <w:rPr>
          <w:sz w:val="36"/>
          <w:szCs w:val="36"/>
          <w:lang w:val="pt-BR"/>
        </w:rPr>
      </w:pPr>
      <w:r w:rsidRPr="0082449C">
        <w:rPr>
          <w:sz w:val="36"/>
          <w:szCs w:val="36"/>
          <w:lang w:val="pt-BR"/>
        </w:rPr>
        <w:lastRenderedPageBreak/>
        <w:t>Parte 1a – CONOPS</w:t>
      </w:r>
    </w:p>
    <w:p w14:paraId="4DF8E682" w14:textId="6916CCA1" w:rsidR="00615B98" w:rsidRPr="0082449C" w:rsidRDefault="00615B98" w:rsidP="00615B98">
      <w:pPr>
        <w:pStyle w:val="BodyText"/>
        <w:pBdr>
          <w:bottom w:val="double" w:sz="6" w:space="1" w:color="auto"/>
        </w:pBdr>
        <w:rPr>
          <w:lang w:val="pt-BR"/>
        </w:rPr>
      </w:pPr>
    </w:p>
    <w:p w14:paraId="7E9D06B2" w14:textId="6778C840" w:rsidR="00615B98" w:rsidRDefault="00615B98" w:rsidP="00615B98">
      <w:pPr>
        <w:pStyle w:val="BodyText"/>
        <w:rPr>
          <w:lang w:val="pt-BR"/>
        </w:rPr>
      </w:pPr>
    </w:p>
    <w:p w14:paraId="1FA72D19" w14:textId="2ADA8FBE" w:rsidR="00901937" w:rsidRPr="001A45A1" w:rsidRDefault="009C6D1D" w:rsidP="00615B98">
      <w:pPr>
        <w:pStyle w:val="BodyText"/>
        <w:rPr>
          <w:color w:val="FF0000"/>
          <w:lang w:val="pt-BR"/>
        </w:rPr>
      </w:pPr>
      <w:r w:rsidRPr="001A45A1">
        <w:rPr>
          <w:color w:val="FF0000"/>
          <w:lang w:val="pt-BR"/>
        </w:rPr>
        <w:t xml:space="preserve">A seções listadas abaixo são apenas uma sugestão de organização de um CONOPS. Vários exemplos de CONOPS estão disponíveis na rede. </w:t>
      </w:r>
      <w:r w:rsidR="00C72FDC" w:rsidRPr="001A45A1">
        <w:rPr>
          <w:color w:val="FF0000"/>
          <w:lang w:val="pt-BR"/>
        </w:rPr>
        <w:t xml:space="preserve">O CONOPS deve comunicar em linguagem não formal </w:t>
      </w:r>
      <w:r w:rsidR="00D41C6F" w:rsidRPr="001A45A1">
        <w:rPr>
          <w:color w:val="FF0000"/>
          <w:lang w:val="pt-BR"/>
        </w:rPr>
        <w:t xml:space="preserve">os seguinte </w:t>
      </w:r>
      <w:r w:rsidR="007A3C72">
        <w:rPr>
          <w:color w:val="FF0000"/>
          <w:lang w:val="pt-BR"/>
        </w:rPr>
        <w:t>aspectos d</w:t>
      </w:r>
      <w:r w:rsidR="00D41C6F" w:rsidRPr="001A45A1">
        <w:rPr>
          <w:color w:val="FF0000"/>
          <w:lang w:val="pt-BR"/>
        </w:rPr>
        <w:t xml:space="preserve">o sistema em pauta: o que é, quem interage com ele, </w:t>
      </w:r>
      <w:r w:rsidR="00DB68A4" w:rsidRPr="001A45A1">
        <w:rPr>
          <w:color w:val="FF0000"/>
          <w:lang w:val="pt-BR"/>
        </w:rPr>
        <w:t xml:space="preserve">quando (sequencia operacional), </w:t>
      </w:r>
      <w:r w:rsidR="00F74308" w:rsidRPr="001A45A1">
        <w:rPr>
          <w:color w:val="FF0000"/>
          <w:lang w:val="pt-BR"/>
        </w:rPr>
        <w:t xml:space="preserve">onde (localização geográfica), por que (justificativa), como </w:t>
      </w:r>
      <w:r w:rsidR="001A45A1" w:rsidRPr="001A45A1">
        <w:rPr>
          <w:color w:val="FF0000"/>
          <w:lang w:val="pt-BR"/>
        </w:rPr>
        <w:t>(aspectos operacionais).</w:t>
      </w:r>
    </w:p>
    <w:p w14:paraId="782115E4" w14:textId="3CE16A9E" w:rsidR="00615B98" w:rsidRPr="0082449C" w:rsidRDefault="00615B98" w:rsidP="00615B98">
      <w:pPr>
        <w:pStyle w:val="Heading1"/>
        <w:rPr>
          <w:lang w:val="pt-BR"/>
        </w:rPr>
      </w:pPr>
      <w:r w:rsidRPr="0082449C">
        <w:rPr>
          <w:lang w:val="pt-BR"/>
        </w:rPr>
        <w:t>Introdução</w:t>
      </w:r>
    </w:p>
    <w:p w14:paraId="2EC3F95B" w14:textId="3E84D9D0" w:rsidR="00615B98" w:rsidRPr="0082449C" w:rsidRDefault="00615B98" w:rsidP="00615B98">
      <w:pPr>
        <w:pStyle w:val="BodyText"/>
        <w:rPr>
          <w:color w:val="FF0000"/>
          <w:lang w:val="pt-BR" w:eastAsia="en-US"/>
        </w:rPr>
      </w:pPr>
      <w:r w:rsidRPr="0082449C">
        <w:rPr>
          <w:color w:val="FF0000"/>
          <w:lang w:val="pt-BR" w:eastAsia="en-US"/>
        </w:rPr>
        <w:t>Breve descrição do sistema a ser desenvolvido, suas funcionalidades, aplicabilidade e contextualização. Sugestão: 10 linhas.</w:t>
      </w:r>
    </w:p>
    <w:p w14:paraId="09A4C3EE" w14:textId="10FD30E5" w:rsidR="00615B98" w:rsidRPr="0082449C" w:rsidRDefault="00615B98" w:rsidP="00615B98">
      <w:pPr>
        <w:pStyle w:val="BodyText"/>
        <w:rPr>
          <w:lang w:val="pt-BR" w:eastAsia="en-US"/>
        </w:rPr>
      </w:pPr>
    </w:p>
    <w:p w14:paraId="3F1F0900" w14:textId="23372BC5" w:rsidR="00B24CB8" w:rsidRPr="0082449C" w:rsidRDefault="001D1B49" w:rsidP="00B24CB8">
      <w:pPr>
        <w:pStyle w:val="Heading1"/>
        <w:rPr>
          <w:lang w:val="pt-BR"/>
        </w:rPr>
      </w:pPr>
      <w:r>
        <w:rPr>
          <w:lang w:val="pt-BR"/>
        </w:rPr>
        <w:t>Descrição do Sistema</w:t>
      </w:r>
    </w:p>
    <w:p w14:paraId="5C4973D7" w14:textId="1DC93EAC" w:rsidR="00615B98" w:rsidRDefault="00314A9B" w:rsidP="00B24CB8">
      <w:pPr>
        <w:pStyle w:val="BodyText"/>
        <w:rPr>
          <w:color w:val="FF0000"/>
          <w:lang w:val="pt-BR" w:eastAsia="en-US"/>
        </w:rPr>
      </w:pPr>
      <w:r>
        <w:rPr>
          <w:color w:val="FF0000"/>
          <w:lang w:val="pt-BR" w:eastAsia="en-US"/>
        </w:rPr>
        <w:t>D</w:t>
      </w:r>
      <w:r w:rsidR="00B24CB8" w:rsidRPr="0082449C">
        <w:rPr>
          <w:color w:val="FF0000"/>
          <w:lang w:val="pt-BR" w:eastAsia="en-US"/>
        </w:rPr>
        <w:t xml:space="preserve">escrição </w:t>
      </w:r>
      <w:r>
        <w:rPr>
          <w:color w:val="FF0000"/>
          <w:lang w:val="pt-BR" w:eastAsia="en-US"/>
        </w:rPr>
        <w:t xml:space="preserve">mais elaborada do </w:t>
      </w:r>
      <w:r w:rsidR="00B24CB8" w:rsidRPr="0082449C">
        <w:rPr>
          <w:color w:val="FF0000"/>
          <w:lang w:val="pt-BR" w:eastAsia="en-US"/>
        </w:rPr>
        <w:t>sistema a ser desenvolvido</w:t>
      </w:r>
      <w:r>
        <w:rPr>
          <w:color w:val="FF0000"/>
          <w:lang w:val="pt-BR" w:eastAsia="en-US"/>
        </w:rPr>
        <w:t xml:space="preserve"> utilizando uma linguagem adequada a todos os stake</w:t>
      </w:r>
      <w:r w:rsidR="007442BD">
        <w:rPr>
          <w:color w:val="FF0000"/>
          <w:lang w:val="pt-BR" w:eastAsia="en-US"/>
        </w:rPr>
        <w:t>holders, i.e. sem o formalismo do próximo documento que é de especificação.</w:t>
      </w:r>
    </w:p>
    <w:p w14:paraId="43F0DA53" w14:textId="69C446B1" w:rsidR="007442BD" w:rsidRDefault="007442BD" w:rsidP="00B24CB8">
      <w:pPr>
        <w:pStyle w:val="BodyText"/>
        <w:rPr>
          <w:color w:val="FF0000"/>
          <w:lang w:val="pt-BR" w:eastAsia="en-US"/>
        </w:rPr>
      </w:pPr>
      <w:r>
        <w:rPr>
          <w:color w:val="FF0000"/>
          <w:lang w:val="pt-BR" w:eastAsia="en-US"/>
        </w:rPr>
        <w:t xml:space="preserve">Apresentar diagramas que auxiliem o entendimento do sistema: por exemplo, </w:t>
      </w:r>
      <w:r w:rsidR="0024179A">
        <w:rPr>
          <w:color w:val="FF0000"/>
          <w:lang w:val="pt-BR" w:eastAsia="en-US"/>
        </w:rPr>
        <w:t>diagrama estrutural (pode usar a notação do diagrama de classes de UML ou do diagrama de blocos de SysML)</w:t>
      </w:r>
      <w:r w:rsidR="002F0F7E">
        <w:rPr>
          <w:color w:val="FF0000"/>
          <w:lang w:val="pt-BR" w:eastAsia="en-US"/>
        </w:rPr>
        <w:t>.</w:t>
      </w:r>
    </w:p>
    <w:p w14:paraId="29D8ED3D" w14:textId="49CBBFCE" w:rsidR="002F0F7E" w:rsidRDefault="002F0F7E" w:rsidP="00B24CB8">
      <w:pPr>
        <w:pStyle w:val="BodyText"/>
        <w:rPr>
          <w:color w:val="FF0000"/>
          <w:lang w:val="pt-BR" w:eastAsia="en-US"/>
        </w:rPr>
      </w:pPr>
      <w:r>
        <w:rPr>
          <w:color w:val="FF0000"/>
          <w:lang w:val="pt-BR" w:eastAsia="en-US"/>
        </w:rPr>
        <w:t xml:space="preserve">Descrever também o contexto onde o sistema está inserido e </w:t>
      </w:r>
      <w:r w:rsidR="00EB715D">
        <w:rPr>
          <w:color w:val="FF0000"/>
          <w:lang w:val="pt-BR" w:eastAsia="en-US"/>
        </w:rPr>
        <w:t>listar suas interfaces.</w:t>
      </w:r>
    </w:p>
    <w:p w14:paraId="288A0D4A" w14:textId="532CA659" w:rsidR="00EB715D" w:rsidRDefault="00EB715D" w:rsidP="00B24CB8">
      <w:pPr>
        <w:pStyle w:val="BodyText"/>
        <w:rPr>
          <w:color w:val="FF0000"/>
          <w:lang w:val="pt-BR" w:eastAsia="en-US"/>
        </w:rPr>
      </w:pPr>
    </w:p>
    <w:p w14:paraId="16AAECBF" w14:textId="03B2D839" w:rsidR="00026E81" w:rsidRDefault="00EB715D" w:rsidP="00296446">
      <w:pPr>
        <w:pStyle w:val="Heading1"/>
        <w:rPr>
          <w:lang w:val="pt-BR"/>
        </w:rPr>
      </w:pPr>
      <w:r>
        <w:rPr>
          <w:lang w:val="pt-BR"/>
        </w:rPr>
        <w:t>Interface com o Usuário</w:t>
      </w:r>
    </w:p>
    <w:p w14:paraId="7F1DBDE6" w14:textId="7A2A357C" w:rsidR="00EB715D" w:rsidRPr="006865AF" w:rsidRDefault="00EB715D" w:rsidP="00EB715D">
      <w:pPr>
        <w:pStyle w:val="BodyText"/>
        <w:rPr>
          <w:color w:val="FF0000"/>
          <w:lang w:val="pt-BR" w:eastAsia="en-US"/>
        </w:rPr>
      </w:pPr>
      <w:r w:rsidRPr="006865AF">
        <w:rPr>
          <w:color w:val="FF0000"/>
          <w:lang w:val="pt-BR" w:eastAsia="en-US"/>
        </w:rPr>
        <w:t xml:space="preserve">Descrição informal </w:t>
      </w:r>
      <w:r w:rsidR="006865AF" w:rsidRPr="006865AF">
        <w:rPr>
          <w:color w:val="FF0000"/>
          <w:lang w:val="pt-BR" w:eastAsia="en-US"/>
        </w:rPr>
        <w:t>da interface com o usuário.</w:t>
      </w:r>
    </w:p>
    <w:p w14:paraId="67EBDAE3" w14:textId="2D97172F" w:rsidR="007A3C72" w:rsidRDefault="007A3C72" w:rsidP="00026E81">
      <w:pPr>
        <w:pStyle w:val="Heading1"/>
        <w:rPr>
          <w:lang w:val="pt-BR"/>
        </w:rPr>
      </w:pPr>
      <w:r>
        <w:rPr>
          <w:lang w:val="pt-BR"/>
        </w:rPr>
        <w:t>Identificação dos Stakeholders</w:t>
      </w:r>
    </w:p>
    <w:p w14:paraId="18613E0B" w14:textId="73277442" w:rsidR="007A3C72" w:rsidRDefault="007A3C72" w:rsidP="007A3C72">
      <w:pPr>
        <w:pStyle w:val="BodyText"/>
        <w:rPr>
          <w:color w:val="FF0000"/>
          <w:lang w:val="pt-BR" w:eastAsia="en-US"/>
        </w:rPr>
      </w:pPr>
      <w:r w:rsidRPr="007A3C72">
        <w:rPr>
          <w:color w:val="FF0000"/>
          <w:lang w:val="pt-BR" w:eastAsia="en-US"/>
        </w:rPr>
        <w:t>Quem são as pessoas/papéis com interesse no sistema, desde sua concepção até seu descarte? quem representa estes papéis durante a elaboração do CONOPS ?</w:t>
      </w:r>
    </w:p>
    <w:p w14:paraId="4BA40256" w14:textId="346BAFA6" w:rsidR="007A3C72" w:rsidRPr="007A3C72" w:rsidRDefault="007A3C72" w:rsidP="007A3C72">
      <w:pPr>
        <w:pStyle w:val="BodyText"/>
        <w:rPr>
          <w:color w:val="FF0000"/>
          <w:lang w:val="pt-BR" w:eastAsia="en-US"/>
        </w:rPr>
      </w:pPr>
      <w:r>
        <w:rPr>
          <w:color w:val="FF0000"/>
          <w:lang w:val="pt-BR" w:eastAsia="en-US"/>
        </w:rPr>
        <w:t>Exemplos: usuário, cliente, suporte, manutenção, vendas,...</w:t>
      </w:r>
    </w:p>
    <w:p w14:paraId="4AC36912" w14:textId="4C760D5F" w:rsidR="00026E81" w:rsidRPr="0082449C" w:rsidRDefault="0001134E" w:rsidP="00026E81">
      <w:pPr>
        <w:pStyle w:val="Heading1"/>
        <w:rPr>
          <w:lang w:val="pt-BR"/>
        </w:rPr>
      </w:pPr>
      <w:r>
        <w:rPr>
          <w:lang w:val="pt-BR"/>
        </w:rPr>
        <w:t>Requisitos de Stakeholders</w:t>
      </w:r>
    </w:p>
    <w:p w14:paraId="45A2A17E" w14:textId="3830A201" w:rsidR="00026E81" w:rsidRDefault="00A92468" w:rsidP="00026E81">
      <w:pPr>
        <w:pStyle w:val="BodyText"/>
        <w:rPr>
          <w:color w:val="FF0000"/>
          <w:lang w:val="pt-BR" w:eastAsia="en-US"/>
        </w:rPr>
      </w:pPr>
      <w:r>
        <w:rPr>
          <w:color w:val="FF0000"/>
          <w:lang w:val="pt-BR" w:eastAsia="en-US"/>
        </w:rPr>
        <w:t>Lista de requisitos (informal) dos Stakeholders</w:t>
      </w:r>
      <w:r w:rsidR="007A3C72">
        <w:rPr>
          <w:color w:val="FF0000"/>
          <w:lang w:val="pt-BR" w:eastAsia="en-US"/>
        </w:rPr>
        <w:t xml:space="preserve">. </w:t>
      </w:r>
    </w:p>
    <w:p w14:paraId="65E58935" w14:textId="32DF4170" w:rsidR="00C63AEA" w:rsidRPr="0082449C" w:rsidRDefault="00C63AEA" w:rsidP="00C63AEA">
      <w:pPr>
        <w:pStyle w:val="Heading1"/>
        <w:rPr>
          <w:lang w:val="pt-BR"/>
        </w:rPr>
      </w:pPr>
      <w:r>
        <w:rPr>
          <w:lang w:val="pt-BR"/>
        </w:rPr>
        <w:t>Cenários de Operação</w:t>
      </w:r>
    </w:p>
    <w:p w14:paraId="434BD111" w14:textId="68BE7F84" w:rsidR="00BE54AF" w:rsidRPr="0082449C" w:rsidRDefault="007A3C72" w:rsidP="00026E81">
      <w:pPr>
        <w:pStyle w:val="BodyText"/>
        <w:rPr>
          <w:color w:val="FF0000"/>
          <w:lang w:val="pt-BR" w:eastAsia="en-US"/>
        </w:rPr>
      </w:pPr>
      <w:r>
        <w:rPr>
          <w:color w:val="FF0000"/>
          <w:lang w:val="pt-BR" w:eastAsia="en-US"/>
        </w:rPr>
        <w:t xml:space="preserve">Exemplos de operação do sistema, tanto em situações comuns como em situações anormais. </w:t>
      </w:r>
    </w:p>
    <w:p w14:paraId="7F9892C9" w14:textId="3D6B6483" w:rsidR="00CF50CB" w:rsidRPr="0082449C" w:rsidRDefault="00CF50CB" w:rsidP="00CF50CB">
      <w:pPr>
        <w:pStyle w:val="Title"/>
        <w:jc w:val="center"/>
        <w:rPr>
          <w:sz w:val="36"/>
          <w:szCs w:val="36"/>
          <w:lang w:val="pt-BR"/>
        </w:rPr>
      </w:pPr>
      <w:r w:rsidRPr="0082449C">
        <w:rPr>
          <w:sz w:val="36"/>
          <w:szCs w:val="36"/>
          <w:lang w:val="pt-BR"/>
        </w:rPr>
        <w:lastRenderedPageBreak/>
        <w:t>Parte 1b – Domínio do Problema</w:t>
      </w:r>
    </w:p>
    <w:p w14:paraId="1B44282D" w14:textId="77777777" w:rsidR="00CF50CB" w:rsidRPr="0082449C" w:rsidRDefault="00CF50CB" w:rsidP="00CF50CB">
      <w:pPr>
        <w:pStyle w:val="BodyText"/>
        <w:pBdr>
          <w:bottom w:val="double" w:sz="6" w:space="1" w:color="auto"/>
        </w:pBdr>
        <w:rPr>
          <w:lang w:val="pt-BR"/>
        </w:rPr>
      </w:pPr>
    </w:p>
    <w:p w14:paraId="20C60344" w14:textId="569AA2D9" w:rsidR="00CF50CB" w:rsidRPr="0082449C" w:rsidRDefault="00CF50CB" w:rsidP="00CF50CB">
      <w:pPr>
        <w:pStyle w:val="BodyText"/>
        <w:rPr>
          <w:lang w:val="pt-BR"/>
        </w:rPr>
      </w:pPr>
    </w:p>
    <w:p w14:paraId="6514D296" w14:textId="77777777" w:rsidR="00CF50CB" w:rsidRPr="0082449C" w:rsidRDefault="00CF50CB" w:rsidP="00CF50CB">
      <w:pPr>
        <w:pStyle w:val="BodyText"/>
        <w:rPr>
          <w:color w:val="FF0000"/>
          <w:lang w:val="pt-BR"/>
        </w:rPr>
      </w:pPr>
      <w:r w:rsidRPr="0082449C">
        <w:rPr>
          <w:color w:val="FF0000"/>
          <w:lang w:val="pt-BR"/>
        </w:rPr>
        <w:t xml:space="preserve">O objetivo desta Parte 1b é descrever os conceitos relevantes do Domínio do Problema, ou seja, da área de aplicação onde o sistema a ser desenvolvido se insere. </w:t>
      </w:r>
    </w:p>
    <w:p w14:paraId="05664184" w14:textId="66A4ADAB" w:rsidR="00CF50CB" w:rsidRPr="0082449C" w:rsidRDefault="00CF50CB" w:rsidP="00CF50CB">
      <w:pPr>
        <w:pStyle w:val="BodyText"/>
        <w:rPr>
          <w:color w:val="FF0000"/>
          <w:lang w:val="pt-BR"/>
        </w:rPr>
      </w:pPr>
      <w:r w:rsidRPr="0082449C">
        <w:rPr>
          <w:color w:val="FF0000"/>
          <w:lang w:val="pt-BR"/>
        </w:rPr>
        <w:t>Exemplos:</w:t>
      </w:r>
      <w:r w:rsidRPr="0082449C">
        <w:rPr>
          <w:color w:val="FF0000"/>
          <w:lang w:val="pt-BR"/>
        </w:rPr>
        <w:br/>
        <w:t>- para desenvolver um sistema de navegação, o domínio do problema incluiria conceitos de georeferenciamento, operação do sistema de GPS, protocolos como o NMEA, etc.</w:t>
      </w:r>
    </w:p>
    <w:p w14:paraId="4EE692A1" w14:textId="714E3669" w:rsidR="00CF50CB" w:rsidRPr="0082449C" w:rsidRDefault="00CF50CB" w:rsidP="00CF50CB">
      <w:pPr>
        <w:pStyle w:val="BodyText"/>
        <w:rPr>
          <w:color w:val="FF0000"/>
          <w:lang w:val="pt-BR"/>
        </w:rPr>
      </w:pPr>
      <w:r w:rsidRPr="0082449C">
        <w:rPr>
          <w:color w:val="FF0000"/>
          <w:lang w:val="pt-BR"/>
        </w:rPr>
        <w:t>- para desenvolver um osciloscópio digital, o domínio do problema incluiria conceitos de metrologia, de amostragem de sinais, etc.</w:t>
      </w:r>
    </w:p>
    <w:p w14:paraId="608A5C5E" w14:textId="286AD099" w:rsidR="00CF50CB" w:rsidRPr="0082449C" w:rsidRDefault="00CF50CB" w:rsidP="00CF50CB">
      <w:pPr>
        <w:pStyle w:val="BodyText"/>
        <w:rPr>
          <w:color w:val="FF0000"/>
          <w:lang w:val="pt-BR"/>
        </w:rPr>
      </w:pPr>
    </w:p>
    <w:p w14:paraId="24D137BA" w14:textId="332A2A96" w:rsidR="00CF50CB" w:rsidRPr="0082449C" w:rsidRDefault="00CF50CB" w:rsidP="00CF50CB">
      <w:pPr>
        <w:pStyle w:val="BodyText"/>
        <w:rPr>
          <w:color w:val="FF0000"/>
          <w:lang w:val="pt-BR"/>
        </w:rPr>
      </w:pPr>
      <w:r w:rsidRPr="0082449C">
        <w:rPr>
          <w:color w:val="FF0000"/>
          <w:lang w:val="pt-BR"/>
        </w:rPr>
        <w:t>Escolher a quantidade de seções e os temas abordados conforme o caso.</w:t>
      </w:r>
    </w:p>
    <w:p w14:paraId="73B08505" w14:textId="77777777" w:rsidR="00CF50CB" w:rsidRPr="0082449C" w:rsidRDefault="00CF50CB" w:rsidP="00CF50CB">
      <w:pPr>
        <w:pStyle w:val="BodyText"/>
        <w:rPr>
          <w:lang w:val="pt-BR"/>
        </w:rPr>
      </w:pPr>
    </w:p>
    <w:p w14:paraId="67781507" w14:textId="4655C9C7" w:rsidR="00CF50CB" w:rsidRPr="0082449C" w:rsidRDefault="00CF50CB" w:rsidP="00CF50CB">
      <w:pPr>
        <w:pStyle w:val="Heading1"/>
        <w:numPr>
          <w:ilvl w:val="0"/>
          <w:numId w:val="56"/>
        </w:numPr>
        <w:rPr>
          <w:lang w:val="pt-BR"/>
        </w:rPr>
      </w:pPr>
      <w:r w:rsidRPr="0082449C">
        <w:rPr>
          <w:lang w:val="pt-BR"/>
        </w:rPr>
        <w:t>Seção 1</w:t>
      </w:r>
    </w:p>
    <w:p w14:paraId="642ABCD2" w14:textId="77777777" w:rsidR="00CF50CB" w:rsidRPr="0082449C" w:rsidRDefault="00CF50CB" w:rsidP="00CF50CB">
      <w:pPr>
        <w:pStyle w:val="BodyText"/>
        <w:rPr>
          <w:lang w:val="pt-BR" w:eastAsia="en-US"/>
        </w:rPr>
      </w:pPr>
    </w:p>
    <w:p w14:paraId="54BFEB51" w14:textId="02A3A90A" w:rsidR="00CF50CB" w:rsidRPr="0082449C" w:rsidRDefault="00CF50CB" w:rsidP="00026E81">
      <w:pPr>
        <w:pStyle w:val="Heading1"/>
        <w:rPr>
          <w:lang w:val="pt-BR"/>
        </w:rPr>
      </w:pPr>
      <w:r w:rsidRPr="0082449C">
        <w:rPr>
          <w:lang w:val="pt-BR"/>
        </w:rPr>
        <w:t>Seção 2</w:t>
      </w:r>
    </w:p>
    <w:p w14:paraId="5B988779" w14:textId="77777777" w:rsidR="00CF50CB" w:rsidRPr="0082449C" w:rsidRDefault="00CF50CB" w:rsidP="00CF50CB">
      <w:pPr>
        <w:pStyle w:val="BodyText"/>
        <w:rPr>
          <w:lang w:val="pt-BR" w:eastAsia="en-US"/>
        </w:rPr>
      </w:pPr>
    </w:p>
    <w:p w14:paraId="3B85303E" w14:textId="7C772A6E" w:rsidR="00CF50CB" w:rsidRPr="0082449C" w:rsidRDefault="00CF50CB" w:rsidP="00026E81">
      <w:pPr>
        <w:pStyle w:val="Heading1"/>
        <w:rPr>
          <w:lang w:val="pt-BR"/>
        </w:rPr>
      </w:pPr>
      <w:r w:rsidRPr="0082449C">
        <w:rPr>
          <w:lang w:val="pt-BR"/>
        </w:rPr>
        <w:t>Seção 3</w:t>
      </w:r>
    </w:p>
    <w:p w14:paraId="66F2CBA9" w14:textId="77777777" w:rsidR="00DB79B9" w:rsidRPr="0082449C" w:rsidRDefault="00DB79B9" w:rsidP="000C7CB9">
      <w:pPr>
        <w:rPr>
          <w:lang w:val="pt-BR"/>
        </w:rPr>
      </w:pPr>
    </w:p>
    <w:p w14:paraId="5ADE5D4A" w14:textId="1E1EDDDD" w:rsidR="00CF50CB" w:rsidRPr="0082449C" w:rsidRDefault="00FA35C7" w:rsidP="00CF50CB">
      <w:pPr>
        <w:pStyle w:val="Title"/>
        <w:jc w:val="center"/>
        <w:rPr>
          <w:sz w:val="36"/>
          <w:szCs w:val="36"/>
          <w:lang w:val="pt-BR"/>
        </w:rPr>
      </w:pPr>
      <w:r w:rsidRPr="0082449C">
        <w:rPr>
          <w:lang w:val="pt-BR"/>
        </w:rPr>
        <w:br w:type="page"/>
      </w:r>
      <w:r w:rsidR="00CF50CB" w:rsidRPr="0082449C">
        <w:rPr>
          <w:sz w:val="36"/>
          <w:szCs w:val="36"/>
          <w:lang w:val="pt-BR"/>
        </w:rPr>
        <w:lastRenderedPageBreak/>
        <w:t>Parte 1c – Especificação</w:t>
      </w:r>
    </w:p>
    <w:p w14:paraId="1FADCABC" w14:textId="77777777" w:rsidR="00CF50CB" w:rsidRPr="0082449C" w:rsidRDefault="00CF50CB" w:rsidP="00CF50CB">
      <w:pPr>
        <w:pStyle w:val="BodyText"/>
        <w:pBdr>
          <w:bottom w:val="double" w:sz="6" w:space="1" w:color="auto"/>
        </w:pBdr>
        <w:rPr>
          <w:lang w:val="pt-BR"/>
        </w:rPr>
      </w:pPr>
    </w:p>
    <w:p w14:paraId="69474285" w14:textId="77777777" w:rsidR="00CF50CB" w:rsidRPr="0082449C" w:rsidRDefault="00CF50CB" w:rsidP="00CF50CB">
      <w:pPr>
        <w:pStyle w:val="BodyText"/>
        <w:rPr>
          <w:lang w:val="pt-BR"/>
        </w:rPr>
      </w:pPr>
    </w:p>
    <w:p w14:paraId="657A4843" w14:textId="296741CC" w:rsidR="00CF50CB" w:rsidRPr="0082449C" w:rsidRDefault="00CF50CB" w:rsidP="00CF50CB">
      <w:pPr>
        <w:pStyle w:val="BodyText"/>
        <w:rPr>
          <w:color w:val="FF0000"/>
          <w:lang w:val="pt-BR"/>
        </w:rPr>
      </w:pPr>
      <w:r w:rsidRPr="0082449C">
        <w:rPr>
          <w:color w:val="FF0000"/>
          <w:lang w:val="pt-BR"/>
        </w:rPr>
        <w:t xml:space="preserve">O objetivo </w:t>
      </w:r>
      <w:r w:rsidR="00C600E6">
        <w:rPr>
          <w:color w:val="FF0000"/>
          <w:lang w:val="pt-BR"/>
        </w:rPr>
        <w:t xml:space="preserve">do documento de especificação é formalizar os requisitos do sistema a ser desenvolvido. </w:t>
      </w:r>
      <w:r w:rsidR="008D207B">
        <w:rPr>
          <w:color w:val="FF0000"/>
          <w:lang w:val="pt-BR"/>
        </w:rPr>
        <w:t xml:space="preserve">Cada requisito tem um </w:t>
      </w:r>
      <w:r w:rsidR="00BF6898">
        <w:rPr>
          <w:color w:val="FF0000"/>
          <w:lang w:val="pt-BR"/>
        </w:rPr>
        <w:t>identificador</w:t>
      </w:r>
      <w:r w:rsidR="008D207B">
        <w:rPr>
          <w:color w:val="FF0000"/>
          <w:lang w:val="pt-BR"/>
        </w:rPr>
        <w:t xml:space="preserve"> único</w:t>
      </w:r>
      <w:r w:rsidR="007A3C72">
        <w:rPr>
          <w:color w:val="FF0000"/>
          <w:lang w:val="pt-BR"/>
        </w:rPr>
        <w:t>.</w:t>
      </w:r>
      <w:r w:rsidR="008D207B">
        <w:rPr>
          <w:color w:val="FF0000"/>
          <w:lang w:val="pt-BR"/>
        </w:rPr>
        <w:t xml:space="preserve">  Requisitos são elaborados de forma a serem testáveis.</w:t>
      </w:r>
    </w:p>
    <w:p w14:paraId="1F332655" w14:textId="77777777" w:rsidR="00CF50CB" w:rsidRPr="0082449C" w:rsidRDefault="00CF50CB" w:rsidP="00CF50CB">
      <w:pPr>
        <w:pStyle w:val="BodyText"/>
        <w:rPr>
          <w:lang w:val="pt-BR"/>
        </w:rPr>
      </w:pPr>
    </w:p>
    <w:p w14:paraId="08524540" w14:textId="2AD8BF71" w:rsidR="00CF50CB" w:rsidRPr="0082449C" w:rsidRDefault="00AE064B" w:rsidP="00CF50CB">
      <w:pPr>
        <w:pStyle w:val="Heading1"/>
        <w:numPr>
          <w:ilvl w:val="0"/>
          <w:numId w:val="57"/>
        </w:numPr>
        <w:rPr>
          <w:lang w:val="pt-BR"/>
        </w:rPr>
      </w:pPr>
      <w:r>
        <w:rPr>
          <w:lang w:val="pt-BR"/>
        </w:rPr>
        <w:t>Introdução</w:t>
      </w:r>
    </w:p>
    <w:p w14:paraId="0B7BFFA5" w14:textId="58351FC0" w:rsidR="00FA35C7" w:rsidRDefault="00FA35C7">
      <w:pPr>
        <w:rPr>
          <w:rFonts w:cs="Courier New"/>
          <w:b/>
          <w:color w:val="333333"/>
          <w:sz w:val="32"/>
          <w:szCs w:val="32"/>
          <w:lang w:val="pt-BR"/>
        </w:rPr>
      </w:pPr>
    </w:p>
    <w:p w14:paraId="090FF074" w14:textId="1DA017A3" w:rsidR="00AE064B" w:rsidRDefault="00AE064B" w:rsidP="00C600E6">
      <w:pPr>
        <w:pStyle w:val="Heading1"/>
        <w:numPr>
          <w:ilvl w:val="0"/>
          <w:numId w:val="57"/>
        </w:numPr>
        <w:rPr>
          <w:lang w:val="pt-BR"/>
        </w:rPr>
      </w:pPr>
      <w:r w:rsidRPr="00C600E6">
        <w:rPr>
          <w:lang w:val="pt-BR"/>
        </w:rPr>
        <w:t>Es</w:t>
      </w:r>
      <w:r w:rsidR="00DE1FFB" w:rsidRPr="00C600E6">
        <w:rPr>
          <w:lang w:val="pt-BR"/>
        </w:rPr>
        <w:t>trutura do Sistema</w:t>
      </w:r>
    </w:p>
    <w:p w14:paraId="21B79BE9" w14:textId="4D87F76E" w:rsidR="00BF6898" w:rsidRPr="00BF6898" w:rsidRDefault="00BF6898" w:rsidP="00BF6898">
      <w:pPr>
        <w:pStyle w:val="BodyText"/>
        <w:rPr>
          <w:color w:val="FF0000"/>
          <w:lang w:val="pt-BR"/>
        </w:rPr>
      </w:pPr>
      <w:r w:rsidRPr="00BF6898">
        <w:rPr>
          <w:color w:val="FF0000"/>
          <w:lang w:val="pt-BR"/>
        </w:rPr>
        <w:t>Diagrama estrutural do sistema em notação formal. (UML, SysML, ...</w:t>
      </w:r>
      <w:r>
        <w:rPr>
          <w:color w:val="FF0000"/>
          <w:lang w:val="pt-BR"/>
        </w:rPr>
        <w:t>) e descrição associada.</w:t>
      </w:r>
      <w:r w:rsidR="007A3C72">
        <w:rPr>
          <w:color w:val="FF0000"/>
          <w:lang w:val="pt-BR"/>
        </w:rPr>
        <w:t xml:space="preserve"> Aqui se apresenta o escopo e o nome das partes que compõem o sistema do ponto de vista do usuário. Não estamos ainda projetando a solução, mas apenas apresentando os conceitos necessários para que se possa entender os requisitos.</w:t>
      </w:r>
    </w:p>
    <w:p w14:paraId="0149275A" w14:textId="0BE9B5CC" w:rsidR="00DE1FFB" w:rsidRDefault="00DE1FFB" w:rsidP="00C600E6">
      <w:pPr>
        <w:pStyle w:val="Heading1"/>
        <w:numPr>
          <w:ilvl w:val="0"/>
          <w:numId w:val="57"/>
        </w:numPr>
        <w:rPr>
          <w:lang w:val="pt-BR"/>
        </w:rPr>
      </w:pPr>
      <w:r w:rsidRPr="00C600E6">
        <w:rPr>
          <w:lang w:val="pt-BR"/>
        </w:rPr>
        <w:t>Arquitetura funcional</w:t>
      </w:r>
    </w:p>
    <w:p w14:paraId="1FEFFA60" w14:textId="0377C955" w:rsidR="00BF6898" w:rsidRPr="00503BFA" w:rsidRDefault="00EA1CA5" w:rsidP="00BF6898">
      <w:pPr>
        <w:pStyle w:val="BodyText"/>
        <w:rPr>
          <w:color w:val="FF0000"/>
          <w:lang w:val="pt-BR" w:eastAsia="en-US"/>
        </w:rPr>
      </w:pPr>
      <w:r w:rsidRPr="00503BFA">
        <w:rPr>
          <w:color w:val="FF0000"/>
          <w:lang w:val="pt-BR" w:eastAsia="en-US"/>
        </w:rPr>
        <w:t xml:space="preserve">Diagrama apresentando a arquitetura funcional do sistema em nível de </w:t>
      </w:r>
      <w:r w:rsidR="00FD418D" w:rsidRPr="00503BFA">
        <w:rPr>
          <w:color w:val="FF0000"/>
          <w:lang w:val="pt-BR" w:eastAsia="en-US"/>
        </w:rPr>
        <w:t>abstração</w:t>
      </w:r>
      <w:r w:rsidRPr="00503BFA">
        <w:rPr>
          <w:color w:val="FF0000"/>
          <w:lang w:val="pt-BR" w:eastAsia="en-US"/>
        </w:rPr>
        <w:t xml:space="preserve"> adequado para contextualizar </w:t>
      </w:r>
      <w:r w:rsidR="00FD418D" w:rsidRPr="00503BFA">
        <w:rPr>
          <w:color w:val="FF0000"/>
          <w:lang w:val="pt-BR" w:eastAsia="en-US"/>
        </w:rPr>
        <w:t>a especificação de requisitos a seguir.</w:t>
      </w:r>
    </w:p>
    <w:p w14:paraId="4D5A89FC" w14:textId="53075FB8" w:rsidR="00DE1FFB" w:rsidRDefault="00DE1FFB" w:rsidP="00C600E6">
      <w:pPr>
        <w:pStyle w:val="Heading1"/>
        <w:numPr>
          <w:ilvl w:val="0"/>
          <w:numId w:val="57"/>
        </w:numPr>
        <w:rPr>
          <w:lang w:val="pt-BR"/>
        </w:rPr>
      </w:pPr>
      <w:r w:rsidRPr="00C600E6">
        <w:rPr>
          <w:lang w:val="pt-BR"/>
        </w:rPr>
        <w:t>Especificação Funcional</w:t>
      </w:r>
    </w:p>
    <w:p w14:paraId="5CEFF41A" w14:textId="265D5E89" w:rsidR="0038099C" w:rsidRPr="00503BFA" w:rsidRDefault="0038099C" w:rsidP="0038099C">
      <w:pPr>
        <w:pStyle w:val="BodyText"/>
        <w:rPr>
          <w:color w:val="FF0000"/>
          <w:lang w:val="pt-BR" w:eastAsia="en-US"/>
        </w:rPr>
      </w:pPr>
      <w:r w:rsidRPr="00503BFA">
        <w:rPr>
          <w:color w:val="FF0000"/>
          <w:lang w:val="pt-BR" w:eastAsia="en-US"/>
        </w:rPr>
        <w:t>Cada requisito é iden</w:t>
      </w:r>
      <w:r w:rsidR="00246173" w:rsidRPr="00503BFA">
        <w:rPr>
          <w:color w:val="FF0000"/>
          <w:lang w:val="pt-BR" w:eastAsia="en-US"/>
        </w:rPr>
        <w:t xml:space="preserve">tificado (p.ex. RF-01). </w:t>
      </w:r>
      <w:r w:rsidR="007A3C72">
        <w:rPr>
          <w:color w:val="FF0000"/>
          <w:lang w:val="pt-BR" w:eastAsia="en-US"/>
        </w:rPr>
        <w:t>Esta seção d</w:t>
      </w:r>
      <w:r w:rsidR="00246173" w:rsidRPr="00503BFA">
        <w:rPr>
          <w:color w:val="FF0000"/>
          <w:lang w:val="pt-BR" w:eastAsia="en-US"/>
        </w:rPr>
        <w:t xml:space="preserve">etalha as funções do sistema. Uma função por requisito. Pode haver </w:t>
      </w:r>
      <w:r w:rsidR="00C97B2D" w:rsidRPr="00503BFA">
        <w:rPr>
          <w:color w:val="FF0000"/>
          <w:lang w:val="pt-BR" w:eastAsia="en-US"/>
        </w:rPr>
        <w:t>sub-requisitos.</w:t>
      </w:r>
    </w:p>
    <w:p w14:paraId="1631F222" w14:textId="13776FE1" w:rsidR="00C97B2D" w:rsidRDefault="0065518C" w:rsidP="0065518C">
      <w:pPr>
        <w:pStyle w:val="Heading2"/>
        <w:rPr>
          <w:lang w:val="pt-BR"/>
        </w:rPr>
      </w:pPr>
      <w:r>
        <w:rPr>
          <w:lang w:val="pt-BR"/>
        </w:rPr>
        <w:t>Especificação da Interface com o Usuário</w:t>
      </w:r>
    </w:p>
    <w:p w14:paraId="680BB85E" w14:textId="54C5FA77" w:rsidR="0065518C" w:rsidRPr="00503BFA" w:rsidRDefault="007A3C72" w:rsidP="0065518C">
      <w:pPr>
        <w:pStyle w:val="BodyText"/>
        <w:rPr>
          <w:color w:val="FF0000"/>
          <w:lang w:val="pt-BR" w:eastAsia="en-US"/>
        </w:rPr>
      </w:pPr>
      <w:r>
        <w:rPr>
          <w:color w:val="FF0000"/>
          <w:lang w:val="pt-BR" w:eastAsia="en-US"/>
        </w:rPr>
        <w:t>Se for o caso, d</w:t>
      </w:r>
      <w:r w:rsidR="00503BFA" w:rsidRPr="00503BFA">
        <w:rPr>
          <w:color w:val="FF0000"/>
          <w:lang w:val="pt-BR" w:eastAsia="en-US"/>
        </w:rPr>
        <w:t>etalhar a interface com o usuário.</w:t>
      </w:r>
    </w:p>
    <w:p w14:paraId="0A07717A" w14:textId="49A0D3E6" w:rsidR="00DE1FFB" w:rsidRDefault="00DE1FFB" w:rsidP="00C600E6">
      <w:pPr>
        <w:pStyle w:val="Heading1"/>
        <w:numPr>
          <w:ilvl w:val="0"/>
          <w:numId w:val="57"/>
        </w:numPr>
        <w:rPr>
          <w:lang w:val="pt-BR"/>
        </w:rPr>
      </w:pPr>
      <w:r w:rsidRPr="00C600E6">
        <w:rPr>
          <w:lang w:val="pt-BR"/>
        </w:rPr>
        <w:t>Especificação não</w:t>
      </w:r>
      <w:r w:rsidR="007D428A">
        <w:rPr>
          <w:lang w:val="pt-BR"/>
        </w:rPr>
        <w:t xml:space="preserve"> </w:t>
      </w:r>
      <w:r w:rsidRPr="00C600E6">
        <w:rPr>
          <w:lang w:val="pt-BR"/>
        </w:rPr>
        <w:t>Funcional</w:t>
      </w:r>
    </w:p>
    <w:p w14:paraId="1AF757D4" w14:textId="79E62648" w:rsidR="0038099C" w:rsidRPr="00165133" w:rsidRDefault="00503BFA" w:rsidP="0038099C">
      <w:pPr>
        <w:pStyle w:val="BodyText"/>
        <w:rPr>
          <w:color w:val="FF0000"/>
          <w:lang w:val="pt-BR" w:eastAsia="en-US"/>
        </w:rPr>
      </w:pPr>
      <w:r w:rsidRPr="00165133">
        <w:rPr>
          <w:color w:val="FF0000"/>
          <w:lang w:val="pt-BR" w:eastAsia="en-US"/>
        </w:rPr>
        <w:t>Nesta seção são apresentadas as características não</w:t>
      </w:r>
      <w:r w:rsidR="007D428A">
        <w:rPr>
          <w:color w:val="FF0000"/>
          <w:lang w:val="pt-BR" w:eastAsia="en-US"/>
        </w:rPr>
        <w:t xml:space="preserve"> </w:t>
      </w:r>
      <w:r w:rsidRPr="00165133">
        <w:rPr>
          <w:color w:val="FF0000"/>
          <w:lang w:val="pt-BR" w:eastAsia="en-US"/>
        </w:rPr>
        <w:t xml:space="preserve">funcionais do sistema. </w:t>
      </w:r>
      <w:r w:rsidR="00165133" w:rsidRPr="00165133">
        <w:rPr>
          <w:color w:val="FF0000"/>
          <w:lang w:val="pt-BR" w:eastAsia="en-US"/>
        </w:rPr>
        <w:t>(p.ex. RNF-01)</w:t>
      </w:r>
      <w:r w:rsidR="007A3C72">
        <w:rPr>
          <w:color w:val="FF0000"/>
          <w:lang w:val="pt-BR" w:eastAsia="en-US"/>
        </w:rPr>
        <w:t>: desempenho, robustez, taxa de falhas, partes pré-definidas da solução, ...</w:t>
      </w:r>
    </w:p>
    <w:p w14:paraId="47FCE323" w14:textId="6E6E000C" w:rsidR="00DE1FFB" w:rsidRDefault="00DE1FFB" w:rsidP="00C600E6">
      <w:pPr>
        <w:pStyle w:val="Heading1"/>
        <w:numPr>
          <w:ilvl w:val="0"/>
          <w:numId w:val="57"/>
        </w:numPr>
        <w:rPr>
          <w:lang w:val="pt-BR"/>
        </w:rPr>
      </w:pPr>
      <w:r w:rsidRPr="00C600E6">
        <w:rPr>
          <w:lang w:val="pt-BR"/>
        </w:rPr>
        <w:t>Re</w:t>
      </w:r>
      <w:r w:rsidR="004629B9">
        <w:rPr>
          <w:lang w:val="pt-BR"/>
        </w:rPr>
        <w:t>s</w:t>
      </w:r>
      <w:r w:rsidRPr="00C600E6">
        <w:rPr>
          <w:lang w:val="pt-BR"/>
        </w:rPr>
        <w:t>trições</w:t>
      </w:r>
    </w:p>
    <w:p w14:paraId="13CC7184" w14:textId="662ECBA7" w:rsidR="00165133" w:rsidRPr="00216BCC" w:rsidRDefault="00165133" w:rsidP="00165133">
      <w:pPr>
        <w:pStyle w:val="BodyText"/>
        <w:rPr>
          <w:color w:val="FF0000"/>
          <w:lang w:val="pt-BR" w:eastAsia="en-US"/>
        </w:rPr>
      </w:pPr>
      <w:r w:rsidRPr="00216BCC">
        <w:rPr>
          <w:color w:val="FF0000"/>
          <w:lang w:val="pt-BR" w:eastAsia="en-US"/>
        </w:rPr>
        <w:t xml:space="preserve">São requisitos referentes ao sistema e ao seu processo de desenvolvimento que não representam </w:t>
      </w:r>
      <w:r w:rsidR="00216BCC" w:rsidRPr="00216BCC">
        <w:rPr>
          <w:color w:val="FF0000"/>
          <w:lang w:val="pt-BR" w:eastAsia="en-US"/>
        </w:rPr>
        <w:t>características</w:t>
      </w:r>
      <w:r w:rsidRPr="00216BCC">
        <w:rPr>
          <w:color w:val="FF0000"/>
          <w:lang w:val="pt-BR" w:eastAsia="en-US"/>
        </w:rPr>
        <w:t xml:space="preserve"> do </w:t>
      </w:r>
      <w:r w:rsidR="00216BCC" w:rsidRPr="00216BCC">
        <w:rPr>
          <w:color w:val="FF0000"/>
          <w:lang w:val="pt-BR" w:eastAsia="en-US"/>
        </w:rPr>
        <w:t>sistema final.</w:t>
      </w:r>
    </w:p>
    <w:sectPr w:rsidR="00165133" w:rsidRPr="00216BCC" w:rsidSect="00857E29">
      <w:headerReference w:type="even" r:id="rId8"/>
      <w:headerReference w:type="default" r:id="rId9"/>
      <w:footerReference w:type="default" r:id="rId10"/>
      <w:headerReference w:type="first" r:id="rId11"/>
      <w:pgSz w:w="11907" w:h="16839" w:code="9"/>
      <w:pgMar w:top="1440" w:right="1440" w:bottom="1440" w:left="1440" w:header="720" w:footer="1022" w:gutter="0"/>
      <w:pgNumType w:start="1"/>
      <w:cols w:space="720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FF581" w14:textId="77777777" w:rsidR="00ED5839" w:rsidRDefault="00ED5839">
      <w:r>
        <w:separator/>
      </w:r>
    </w:p>
  </w:endnote>
  <w:endnote w:type="continuationSeparator" w:id="0">
    <w:p w14:paraId="5BAF0DC4" w14:textId="77777777" w:rsidR="00ED5839" w:rsidRDefault="00ED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2F67" w14:textId="4EFE1C0D" w:rsidR="00A71EC4" w:rsidRPr="0027240F" w:rsidRDefault="00A71EC4" w:rsidP="00C536CE">
    <w:pPr>
      <w:pStyle w:val="Footer"/>
      <w:tabs>
        <w:tab w:val="center" w:pos="4320"/>
        <w:tab w:val="right" w:pos="8640"/>
      </w:tabs>
    </w:pPr>
    <w:r>
      <w:tab/>
    </w:r>
    <w:r>
      <w:tab/>
    </w:r>
    <w:r w:rsidRPr="00D578B8">
      <w:t>P</w:t>
    </w:r>
    <w:r w:rsidR="00296446">
      <w:t>G.</w:t>
    </w:r>
    <w:r w:rsidRPr="00D578B8"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FA35C7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99F3F" w14:textId="77777777" w:rsidR="00ED5839" w:rsidRDefault="00ED5839">
      <w:r>
        <w:separator/>
      </w:r>
    </w:p>
  </w:footnote>
  <w:footnote w:type="continuationSeparator" w:id="0">
    <w:p w14:paraId="1E5926E2" w14:textId="77777777" w:rsidR="00ED5839" w:rsidRDefault="00ED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AF25" w14:textId="77777777" w:rsidR="00A71EC4" w:rsidRDefault="00A71EC4" w:rsidP="003930A9"/>
  <w:p w14:paraId="33C3EC4B" w14:textId="77777777" w:rsidR="00A71EC4" w:rsidRDefault="00A71EC4" w:rsidP="003930A9"/>
  <w:p w14:paraId="7E4CC884" w14:textId="77777777" w:rsidR="00A71EC4" w:rsidRDefault="00A71EC4" w:rsidP="003930A9"/>
  <w:p w14:paraId="62B576E6" w14:textId="77777777" w:rsidR="00A71EC4" w:rsidRDefault="00A71EC4" w:rsidP="003930A9"/>
  <w:p w14:paraId="669F34A3" w14:textId="77777777" w:rsidR="00A71EC4" w:rsidRDefault="00A71EC4" w:rsidP="003930A9"/>
  <w:p w14:paraId="04B33E50" w14:textId="77777777" w:rsidR="00A71EC4" w:rsidRDefault="00A71EC4" w:rsidP="003930A9"/>
  <w:p w14:paraId="6B6A4885" w14:textId="77777777" w:rsidR="00A71EC4" w:rsidRDefault="00A71EC4" w:rsidP="003930A9"/>
  <w:p w14:paraId="676CFEC4" w14:textId="77777777" w:rsidR="00A71EC4" w:rsidRDefault="00A71EC4" w:rsidP="003930A9"/>
  <w:p w14:paraId="5B768722" w14:textId="77777777" w:rsidR="00A71EC4" w:rsidRDefault="00A71EC4" w:rsidP="003930A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17B4" w14:textId="139B5997" w:rsidR="00A71EC4" w:rsidRPr="0082449C" w:rsidRDefault="00FA35C7" w:rsidP="00811CA8">
    <w:pPr>
      <w:pStyle w:val="Header"/>
      <w:rPr>
        <w:lang w:val="pt-BR"/>
      </w:rPr>
    </w:pPr>
    <w:r w:rsidRPr="0082449C">
      <w:rPr>
        <w:lang w:val="pt-BR"/>
      </w:rPr>
      <w:t>Projet</w:t>
    </w:r>
    <w:r w:rsidR="00296446">
      <w:rPr>
        <w:lang w:val="pt-BR"/>
      </w:rPr>
      <w:t>o</w:t>
    </w:r>
    <w:r w:rsidR="00A71EC4" w:rsidRPr="0082449C">
      <w:rPr>
        <w:lang w:val="pt-BR"/>
      </w:rPr>
      <w:t xml:space="preserve"> </w:t>
    </w:r>
    <w:r w:rsidR="00615B98" w:rsidRPr="0082449C">
      <w:rPr>
        <w:lang w:val="pt-BR"/>
      </w:rPr>
      <w:t>–</w:t>
    </w:r>
    <w:r w:rsidR="00A71EC4" w:rsidRPr="0082449C">
      <w:rPr>
        <w:lang w:val="pt-BR"/>
      </w:rPr>
      <w:t xml:space="preserve"> </w:t>
    </w:r>
    <w:r w:rsidR="00615B98" w:rsidRPr="0082449C">
      <w:rPr>
        <w:lang w:val="pt-BR"/>
      </w:rPr>
      <w:t>Nome do projeto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2C135" w14:textId="3D04C5D7" w:rsidR="00A71EC4" w:rsidRDefault="00615B98" w:rsidP="00C95BFD">
    <w:pPr>
      <w:pStyle w:val="Header"/>
      <w:jc w:val="right"/>
    </w:pPr>
    <w:r>
      <w:rPr>
        <w:noProof/>
      </w:rPr>
      <w:drawing>
        <wp:inline distT="0" distB="0" distL="0" distR="0" wp14:anchorId="7B268CFD" wp14:editId="10FBB57B">
          <wp:extent cx="1847850" cy="681050"/>
          <wp:effectExtent l="0" t="0" r="0" b="508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0500" cy="689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063B38"/>
    <w:lvl w:ilvl="0">
      <w:start w:val="1"/>
      <w:numFmt w:val="decimal"/>
      <w:pStyle w:val="ListBullet2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20DF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8FAB7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A50D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A0485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6A88B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9E58F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865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02A7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E72D9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295613"/>
    <w:multiLevelType w:val="hybridMultilevel"/>
    <w:tmpl w:val="D8061B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611967"/>
    <w:multiLevelType w:val="multilevel"/>
    <w:tmpl w:val="95AA468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2" w15:restartNumberingAfterBreak="0">
    <w:nsid w:val="0F8061A5"/>
    <w:multiLevelType w:val="hybridMultilevel"/>
    <w:tmpl w:val="7E90DEF0"/>
    <w:lvl w:ilvl="0" w:tplc="0416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0FE62D2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1C1E6DFF"/>
    <w:multiLevelType w:val="hybridMultilevel"/>
    <w:tmpl w:val="2BC22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986758"/>
    <w:multiLevelType w:val="hybridMultilevel"/>
    <w:tmpl w:val="D27443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45C9C"/>
    <w:multiLevelType w:val="hybridMultilevel"/>
    <w:tmpl w:val="4A06222A"/>
    <w:lvl w:ilvl="0" w:tplc="040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92117EC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2C515985"/>
    <w:multiLevelType w:val="hybridMultilevel"/>
    <w:tmpl w:val="51580D68"/>
    <w:lvl w:ilvl="0" w:tplc="7BBC6A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9C2122"/>
    <w:multiLevelType w:val="multilevel"/>
    <w:tmpl w:val="95AA4686"/>
    <w:numStyleLink w:val="Style1"/>
  </w:abstractNum>
  <w:abstractNum w:abstractNumId="20" w15:restartNumberingAfterBreak="0">
    <w:nsid w:val="301A0470"/>
    <w:multiLevelType w:val="hybridMultilevel"/>
    <w:tmpl w:val="B6CAD26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1B8616C"/>
    <w:multiLevelType w:val="hybridMultilevel"/>
    <w:tmpl w:val="569E5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6153D2"/>
    <w:multiLevelType w:val="hybridMultilevel"/>
    <w:tmpl w:val="8026A2F4"/>
    <w:lvl w:ilvl="0" w:tplc="02DC01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C37AB6"/>
    <w:multiLevelType w:val="multilevel"/>
    <w:tmpl w:val="B900A91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39E470F"/>
    <w:multiLevelType w:val="hybridMultilevel"/>
    <w:tmpl w:val="7A6640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103F5"/>
    <w:multiLevelType w:val="hybridMultilevel"/>
    <w:tmpl w:val="0806504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FCDBE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w Cen MT" w:eastAsia="Times New Roman" w:hAnsi="Tw Cen MT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846D02"/>
    <w:multiLevelType w:val="hybridMultilevel"/>
    <w:tmpl w:val="567C57E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022F47"/>
    <w:multiLevelType w:val="hybridMultilevel"/>
    <w:tmpl w:val="DBB8BC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4E2247"/>
    <w:multiLevelType w:val="hybridMultilevel"/>
    <w:tmpl w:val="562E7B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E7A40F1"/>
    <w:multiLevelType w:val="multilevel"/>
    <w:tmpl w:val="95AA4686"/>
    <w:styleLink w:val="Style1"/>
    <w:lvl w:ilvl="0">
      <w:start w:val="1"/>
      <w:numFmt w:val="upperLetter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62C43ED8"/>
    <w:multiLevelType w:val="hybridMultilevel"/>
    <w:tmpl w:val="CC8E07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FCDBE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w Cen MT" w:eastAsia="Times New Roman" w:hAnsi="Tw Cen MT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F121DB"/>
    <w:multiLevelType w:val="hybridMultilevel"/>
    <w:tmpl w:val="7A6640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E446A6"/>
    <w:multiLevelType w:val="hybridMultilevel"/>
    <w:tmpl w:val="3E84A73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3" w15:restartNumberingAfterBreak="0">
    <w:nsid w:val="6DE70D77"/>
    <w:multiLevelType w:val="hybridMultilevel"/>
    <w:tmpl w:val="6B74D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F55575"/>
    <w:multiLevelType w:val="hybridMultilevel"/>
    <w:tmpl w:val="6A5CB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465506"/>
    <w:multiLevelType w:val="hybridMultilevel"/>
    <w:tmpl w:val="065A1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7"/>
  </w:num>
  <w:num w:numId="4">
    <w:abstractNumId w:val="6"/>
  </w:num>
  <w:num w:numId="5">
    <w:abstractNumId w:val="7"/>
  </w:num>
  <w:num w:numId="6">
    <w:abstractNumId w:val="6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8"/>
  </w:num>
  <w:num w:numId="18">
    <w:abstractNumId w:val="22"/>
  </w:num>
  <w:num w:numId="19">
    <w:abstractNumId w:val="22"/>
  </w:num>
  <w:num w:numId="20">
    <w:abstractNumId w:val="22"/>
  </w:num>
  <w:num w:numId="21">
    <w:abstractNumId w:val="11"/>
  </w:num>
  <w:num w:numId="22">
    <w:abstractNumId w:val="11"/>
  </w:num>
  <w:num w:numId="23">
    <w:abstractNumId w:val="14"/>
  </w:num>
  <w:num w:numId="24">
    <w:abstractNumId w:val="30"/>
  </w:num>
  <w:num w:numId="25">
    <w:abstractNumId w:val="35"/>
  </w:num>
  <w:num w:numId="26">
    <w:abstractNumId w:val="29"/>
  </w:num>
  <w:num w:numId="27">
    <w:abstractNumId w:val="19"/>
  </w:num>
  <w:num w:numId="28">
    <w:abstractNumId w:val="11"/>
  </w:num>
  <w:num w:numId="29">
    <w:abstractNumId w:val="11"/>
  </w:num>
  <w:num w:numId="30">
    <w:abstractNumId w:val="11"/>
  </w:num>
  <w:num w:numId="31">
    <w:abstractNumId w:val="21"/>
  </w:num>
  <w:num w:numId="32">
    <w:abstractNumId w:val="33"/>
  </w:num>
  <w:num w:numId="33">
    <w:abstractNumId w:val="26"/>
  </w:num>
  <w:num w:numId="34">
    <w:abstractNumId w:val="20"/>
  </w:num>
  <w:num w:numId="35">
    <w:abstractNumId w:val="22"/>
  </w:num>
  <w:num w:numId="36">
    <w:abstractNumId w:val="28"/>
  </w:num>
  <w:num w:numId="37">
    <w:abstractNumId w:val="22"/>
  </w:num>
  <w:num w:numId="38">
    <w:abstractNumId w:val="34"/>
  </w:num>
  <w:num w:numId="39">
    <w:abstractNumId w:val="24"/>
  </w:num>
  <w:num w:numId="40">
    <w:abstractNumId w:val="12"/>
  </w:num>
  <w:num w:numId="41">
    <w:abstractNumId w:val="31"/>
  </w:num>
  <w:num w:numId="42">
    <w:abstractNumId w:val="27"/>
  </w:num>
  <w:num w:numId="43">
    <w:abstractNumId w:val="15"/>
  </w:num>
  <w:num w:numId="44">
    <w:abstractNumId w:val="25"/>
  </w:num>
  <w:num w:numId="45">
    <w:abstractNumId w:val="18"/>
  </w:num>
  <w:num w:numId="46">
    <w:abstractNumId w:val="10"/>
  </w:num>
  <w:num w:numId="47">
    <w:abstractNumId w:val="13"/>
  </w:num>
  <w:num w:numId="48">
    <w:abstractNumId w:val="13"/>
  </w:num>
  <w:num w:numId="49">
    <w:abstractNumId w:val="13"/>
  </w:num>
  <w:num w:numId="50">
    <w:abstractNumId w:val="16"/>
  </w:num>
  <w:num w:numId="51">
    <w:abstractNumId w:val="17"/>
  </w:num>
  <w:num w:numId="52">
    <w:abstractNumId w:val="23"/>
  </w:num>
  <w:num w:numId="53">
    <w:abstractNumId w:val="13"/>
  </w:num>
  <w:num w:numId="54">
    <w:abstractNumId w:val="32"/>
  </w:num>
  <w:num w:numId="55">
    <w:abstractNumId w:val="8"/>
  </w:num>
  <w:num w:numId="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pt-BR" w:vendorID="64" w:dllVersion="0" w:nlCheck="1" w:checkStyle="0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87"/>
  <w:drawingGridVerticalSpacing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0NzM1M7awMDQ2NTRT0lEKTi0uzszPAykwrgUAVKn6QSwAAAA="/>
  </w:docVars>
  <w:rsids>
    <w:rsidRoot w:val="00615B98"/>
    <w:rsid w:val="00002816"/>
    <w:rsid w:val="0001134E"/>
    <w:rsid w:val="00013FDB"/>
    <w:rsid w:val="0002371A"/>
    <w:rsid w:val="000239D1"/>
    <w:rsid w:val="00026E81"/>
    <w:rsid w:val="0003182E"/>
    <w:rsid w:val="00041871"/>
    <w:rsid w:val="00046CC2"/>
    <w:rsid w:val="00050B35"/>
    <w:rsid w:val="00053D3E"/>
    <w:rsid w:val="00055516"/>
    <w:rsid w:val="0006335E"/>
    <w:rsid w:val="000641EF"/>
    <w:rsid w:val="0006712A"/>
    <w:rsid w:val="00070D2B"/>
    <w:rsid w:val="00075335"/>
    <w:rsid w:val="00081FFE"/>
    <w:rsid w:val="000838D5"/>
    <w:rsid w:val="000972EB"/>
    <w:rsid w:val="000A00AD"/>
    <w:rsid w:val="000A1DEC"/>
    <w:rsid w:val="000B15AC"/>
    <w:rsid w:val="000C01EE"/>
    <w:rsid w:val="000C2664"/>
    <w:rsid w:val="000C3416"/>
    <w:rsid w:val="000C3DC6"/>
    <w:rsid w:val="000C7395"/>
    <w:rsid w:val="000C7CB9"/>
    <w:rsid w:val="000D0A86"/>
    <w:rsid w:val="000D138D"/>
    <w:rsid w:val="000E14AC"/>
    <w:rsid w:val="000E3165"/>
    <w:rsid w:val="000E77A8"/>
    <w:rsid w:val="000F318F"/>
    <w:rsid w:val="000F583C"/>
    <w:rsid w:val="000F5BE9"/>
    <w:rsid w:val="000F77AB"/>
    <w:rsid w:val="00100EDB"/>
    <w:rsid w:val="00101875"/>
    <w:rsid w:val="00102D29"/>
    <w:rsid w:val="001060F9"/>
    <w:rsid w:val="00106261"/>
    <w:rsid w:val="001138ED"/>
    <w:rsid w:val="00113D98"/>
    <w:rsid w:val="00117D29"/>
    <w:rsid w:val="0012316A"/>
    <w:rsid w:val="00133584"/>
    <w:rsid w:val="001368EE"/>
    <w:rsid w:val="00141A98"/>
    <w:rsid w:val="0014367C"/>
    <w:rsid w:val="0014486A"/>
    <w:rsid w:val="001512A6"/>
    <w:rsid w:val="00157664"/>
    <w:rsid w:val="00165133"/>
    <w:rsid w:val="0017185C"/>
    <w:rsid w:val="001720CA"/>
    <w:rsid w:val="00172550"/>
    <w:rsid w:val="00173307"/>
    <w:rsid w:val="00180920"/>
    <w:rsid w:val="00184BC0"/>
    <w:rsid w:val="00185CFA"/>
    <w:rsid w:val="00187015"/>
    <w:rsid w:val="00194074"/>
    <w:rsid w:val="00194816"/>
    <w:rsid w:val="0019734E"/>
    <w:rsid w:val="001979B0"/>
    <w:rsid w:val="001A2E31"/>
    <w:rsid w:val="001A45A1"/>
    <w:rsid w:val="001B2CD2"/>
    <w:rsid w:val="001B580F"/>
    <w:rsid w:val="001B712C"/>
    <w:rsid w:val="001C1B72"/>
    <w:rsid w:val="001C60E0"/>
    <w:rsid w:val="001D1B49"/>
    <w:rsid w:val="001D1C5F"/>
    <w:rsid w:val="001E1201"/>
    <w:rsid w:val="001E1C23"/>
    <w:rsid w:val="001F0885"/>
    <w:rsid w:val="001F302F"/>
    <w:rsid w:val="001F3848"/>
    <w:rsid w:val="001F5BD2"/>
    <w:rsid w:val="00205E5A"/>
    <w:rsid w:val="0021321E"/>
    <w:rsid w:val="00216BCC"/>
    <w:rsid w:val="00217155"/>
    <w:rsid w:val="00231A42"/>
    <w:rsid w:val="002335F3"/>
    <w:rsid w:val="00235601"/>
    <w:rsid w:val="0024179A"/>
    <w:rsid w:val="00243E31"/>
    <w:rsid w:val="00244728"/>
    <w:rsid w:val="00246173"/>
    <w:rsid w:val="00247FC0"/>
    <w:rsid w:val="0025397A"/>
    <w:rsid w:val="0025534F"/>
    <w:rsid w:val="00255420"/>
    <w:rsid w:val="00256BAB"/>
    <w:rsid w:val="00260E0A"/>
    <w:rsid w:val="0026216A"/>
    <w:rsid w:val="00267AB8"/>
    <w:rsid w:val="00271F8F"/>
    <w:rsid w:val="0027240F"/>
    <w:rsid w:val="00275B1F"/>
    <w:rsid w:val="00276C79"/>
    <w:rsid w:val="00282087"/>
    <w:rsid w:val="00282AD6"/>
    <w:rsid w:val="002920CC"/>
    <w:rsid w:val="00292D19"/>
    <w:rsid w:val="002962E9"/>
    <w:rsid w:val="00296446"/>
    <w:rsid w:val="0029797E"/>
    <w:rsid w:val="002A115F"/>
    <w:rsid w:val="002A2642"/>
    <w:rsid w:val="002A3FDD"/>
    <w:rsid w:val="002A4E5B"/>
    <w:rsid w:val="002B104F"/>
    <w:rsid w:val="002B394C"/>
    <w:rsid w:val="002B4DC1"/>
    <w:rsid w:val="002C2916"/>
    <w:rsid w:val="002C4810"/>
    <w:rsid w:val="002D5340"/>
    <w:rsid w:val="002D6B77"/>
    <w:rsid w:val="002D7ED6"/>
    <w:rsid w:val="002E1D5D"/>
    <w:rsid w:val="002E23A7"/>
    <w:rsid w:val="002F0F7E"/>
    <w:rsid w:val="002F690E"/>
    <w:rsid w:val="0030528F"/>
    <w:rsid w:val="00307532"/>
    <w:rsid w:val="00314A9B"/>
    <w:rsid w:val="00317305"/>
    <w:rsid w:val="00320A3A"/>
    <w:rsid w:val="003326BA"/>
    <w:rsid w:val="00336A3F"/>
    <w:rsid w:val="00343CE5"/>
    <w:rsid w:val="00360FD9"/>
    <w:rsid w:val="00361CAE"/>
    <w:rsid w:val="0036433A"/>
    <w:rsid w:val="0038099C"/>
    <w:rsid w:val="00383F03"/>
    <w:rsid w:val="003870E9"/>
    <w:rsid w:val="003909B1"/>
    <w:rsid w:val="00392469"/>
    <w:rsid w:val="003930A9"/>
    <w:rsid w:val="003A06A6"/>
    <w:rsid w:val="003A184A"/>
    <w:rsid w:val="003A49F1"/>
    <w:rsid w:val="003A7AC9"/>
    <w:rsid w:val="003B3739"/>
    <w:rsid w:val="003B6485"/>
    <w:rsid w:val="003C4B52"/>
    <w:rsid w:val="003C5D08"/>
    <w:rsid w:val="003D315E"/>
    <w:rsid w:val="003D49C4"/>
    <w:rsid w:val="003D6D2E"/>
    <w:rsid w:val="003D7233"/>
    <w:rsid w:val="003D7430"/>
    <w:rsid w:val="003E3461"/>
    <w:rsid w:val="003E61F3"/>
    <w:rsid w:val="003E6C14"/>
    <w:rsid w:val="003E73E8"/>
    <w:rsid w:val="003E7A2E"/>
    <w:rsid w:val="003F0D57"/>
    <w:rsid w:val="00407A25"/>
    <w:rsid w:val="00412E0A"/>
    <w:rsid w:val="00413447"/>
    <w:rsid w:val="00413E4E"/>
    <w:rsid w:val="004314EC"/>
    <w:rsid w:val="004319B1"/>
    <w:rsid w:val="004332FB"/>
    <w:rsid w:val="00434399"/>
    <w:rsid w:val="00443526"/>
    <w:rsid w:val="00443D6E"/>
    <w:rsid w:val="004444C7"/>
    <w:rsid w:val="00447010"/>
    <w:rsid w:val="00452252"/>
    <w:rsid w:val="004552F6"/>
    <w:rsid w:val="004612A3"/>
    <w:rsid w:val="004629B9"/>
    <w:rsid w:val="00486097"/>
    <w:rsid w:val="00497116"/>
    <w:rsid w:val="004A296D"/>
    <w:rsid w:val="004A6281"/>
    <w:rsid w:val="004A6863"/>
    <w:rsid w:val="004A78F8"/>
    <w:rsid w:val="004B3769"/>
    <w:rsid w:val="004B5B38"/>
    <w:rsid w:val="004B70A6"/>
    <w:rsid w:val="004C1B6D"/>
    <w:rsid w:val="004C4B0F"/>
    <w:rsid w:val="004C63F5"/>
    <w:rsid w:val="004C77D9"/>
    <w:rsid w:val="004D3076"/>
    <w:rsid w:val="004D7A26"/>
    <w:rsid w:val="004E39ED"/>
    <w:rsid w:val="004E45B4"/>
    <w:rsid w:val="004E552B"/>
    <w:rsid w:val="004E69FE"/>
    <w:rsid w:val="004E796D"/>
    <w:rsid w:val="004F7613"/>
    <w:rsid w:val="0050399E"/>
    <w:rsid w:val="00503BFA"/>
    <w:rsid w:val="00505896"/>
    <w:rsid w:val="00517176"/>
    <w:rsid w:val="00522C3C"/>
    <w:rsid w:val="005260F8"/>
    <w:rsid w:val="00526601"/>
    <w:rsid w:val="005310F8"/>
    <w:rsid w:val="00537861"/>
    <w:rsid w:val="00540034"/>
    <w:rsid w:val="00540D69"/>
    <w:rsid w:val="00556FA6"/>
    <w:rsid w:val="005572BC"/>
    <w:rsid w:val="00564F90"/>
    <w:rsid w:val="00571E12"/>
    <w:rsid w:val="0057252D"/>
    <w:rsid w:val="005801DD"/>
    <w:rsid w:val="00581A21"/>
    <w:rsid w:val="005834F5"/>
    <w:rsid w:val="00584879"/>
    <w:rsid w:val="00584922"/>
    <w:rsid w:val="005863C4"/>
    <w:rsid w:val="00594A71"/>
    <w:rsid w:val="0059714D"/>
    <w:rsid w:val="005A3717"/>
    <w:rsid w:val="005A3C2F"/>
    <w:rsid w:val="005B1667"/>
    <w:rsid w:val="005B25E2"/>
    <w:rsid w:val="005B2686"/>
    <w:rsid w:val="005B66BA"/>
    <w:rsid w:val="005C606F"/>
    <w:rsid w:val="005C6FF2"/>
    <w:rsid w:val="005D171A"/>
    <w:rsid w:val="005D1DA2"/>
    <w:rsid w:val="005D5C7E"/>
    <w:rsid w:val="005E066B"/>
    <w:rsid w:val="005F0C05"/>
    <w:rsid w:val="005F0F2B"/>
    <w:rsid w:val="005F3221"/>
    <w:rsid w:val="0060155B"/>
    <w:rsid w:val="006023B0"/>
    <w:rsid w:val="00603163"/>
    <w:rsid w:val="00611EA0"/>
    <w:rsid w:val="00615B98"/>
    <w:rsid w:val="00617A7C"/>
    <w:rsid w:val="00617E61"/>
    <w:rsid w:val="006266AD"/>
    <w:rsid w:val="00630652"/>
    <w:rsid w:val="006328F5"/>
    <w:rsid w:val="006330F1"/>
    <w:rsid w:val="00645490"/>
    <w:rsid w:val="006464BA"/>
    <w:rsid w:val="006468FF"/>
    <w:rsid w:val="0065518C"/>
    <w:rsid w:val="00656D19"/>
    <w:rsid w:val="006571BD"/>
    <w:rsid w:val="00660486"/>
    <w:rsid w:val="006643FD"/>
    <w:rsid w:val="00667A60"/>
    <w:rsid w:val="00667B64"/>
    <w:rsid w:val="00671E5B"/>
    <w:rsid w:val="00673392"/>
    <w:rsid w:val="006748CC"/>
    <w:rsid w:val="0068215D"/>
    <w:rsid w:val="00682419"/>
    <w:rsid w:val="006865AF"/>
    <w:rsid w:val="00686C68"/>
    <w:rsid w:val="00691D35"/>
    <w:rsid w:val="00696E88"/>
    <w:rsid w:val="00697111"/>
    <w:rsid w:val="006A2A50"/>
    <w:rsid w:val="006B34EC"/>
    <w:rsid w:val="006C1BE7"/>
    <w:rsid w:val="006C268B"/>
    <w:rsid w:val="006C3D86"/>
    <w:rsid w:val="006C3FD0"/>
    <w:rsid w:val="007011F9"/>
    <w:rsid w:val="0070376E"/>
    <w:rsid w:val="0070744C"/>
    <w:rsid w:val="00714452"/>
    <w:rsid w:val="00714A75"/>
    <w:rsid w:val="0071543E"/>
    <w:rsid w:val="0071645F"/>
    <w:rsid w:val="00721B36"/>
    <w:rsid w:val="00727BCA"/>
    <w:rsid w:val="00730670"/>
    <w:rsid w:val="007335AB"/>
    <w:rsid w:val="00735805"/>
    <w:rsid w:val="00735B43"/>
    <w:rsid w:val="00736BD9"/>
    <w:rsid w:val="00736CB1"/>
    <w:rsid w:val="00737174"/>
    <w:rsid w:val="00737D2B"/>
    <w:rsid w:val="0074177C"/>
    <w:rsid w:val="0074178C"/>
    <w:rsid w:val="00742E4D"/>
    <w:rsid w:val="0074416A"/>
    <w:rsid w:val="007442BD"/>
    <w:rsid w:val="0074674C"/>
    <w:rsid w:val="00746CC0"/>
    <w:rsid w:val="00754D55"/>
    <w:rsid w:val="0075601F"/>
    <w:rsid w:val="00766527"/>
    <w:rsid w:val="00767B9A"/>
    <w:rsid w:val="00770929"/>
    <w:rsid w:val="007760C0"/>
    <w:rsid w:val="00776283"/>
    <w:rsid w:val="007770D8"/>
    <w:rsid w:val="00782335"/>
    <w:rsid w:val="0078395A"/>
    <w:rsid w:val="00783ABF"/>
    <w:rsid w:val="00792D1A"/>
    <w:rsid w:val="007931E4"/>
    <w:rsid w:val="007A0DB7"/>
    <w:rsid w:val="007A3C72"/>
    <w:rsid w:val="007A515D"/>
    <w:rsid w:val="007A70F0"/>
    <w:rsid w:val="007B1510"/>
    <w:rsid w:val="007B158E"/>
    <w:rsid w:val="007B7C16"/>
    <w:rsid w:val="007C09FB"/>
    <w:rsid w:val="007C4E82"/>
    <w:rsid w:val="007D21F5"/>
    <w:rsid w:val="007D261F"/>
    <w:rsid w:val="007D428A"/>
    <w:rsid w:val="007D68AF"/>
    <w:rsid w:val="007D6E7A"/>
    <w:rsid w:val="007E2FC9"/>
    <w:rsid w:val="0080046B"/>
    <w:rsid w:val="0080634B"/>
    <w:rsid w:val="008100AB"/>
    <w:rsid w:val="00810EEC"/>
    <w:rsid w:val="00811CA8"/>
    <w:rsid w:val="008136A6"/>
    <w:rsid w:val="0082133F"/>
    <w:rsid w:val="0082449C"/>
    <w:rsid w:val="00827DC8"/>
    <w:rsid w:val="00831744"/>
    <w:rsid w:val="00846C1B"/>
    <w:rsid w:val="008539F7"/>
    <w:rsid w:val="0085414C"/>
    <w:rsid w:val="00854FE4"/>
    <w:rsid w:val="008570AB"/>
    <w:rsid w:val="00857E29"/>
    <w:rsid w:val="008601ED"/>
    <w:rsid w:val="0086113E"/>
    <w:rsid w:val="0086517E"/>
    <w:rsid w:val="0087414F"/>
    <w:rsid w:val="008767A3"/>
    <w:rsid w:val="00885E3C"/>
    <w:rsid w:val="00886037"/>
    <w:rsid w:val="00895AC9"/>
    <w:rsid w:val="008A4BE7"/>
    <w:rsid w:val="008A50B9"/>
    <w:rsid w:val="008A632E"/>
    <w:rsid w:val="008A78B0"/>
    <w:rsid w:val="008B0661"/>
    <w:rsid w:val="008B1DC3"/>
    <w:rsid w:val="008C16F3"/>
    <w:rsid w:val="008C2A1F"/>
    <w:rsid w:val="008C3784"/>
    <w:rsid w:val="008C3899"/>
    <w:rsid w:val="008C3E84"/>
    <w:rsid w:val="008D207B"/>
    <w:rsid w:val="008D4811"/>
    <w:rsid w:val="008D6045"/>
    <w:rsid w:val="008E027B"/>
    <w:rsid w:val="008E183C"/>
    <w:rsid w:val="008E33E4"/>
    <w:rsid w:val="008E68F5"/>
    <w:rsid w:val="00901937"/>
    <w:rsid w:val="00901B79"/>
    <w:rsid w:val="0090240C"/>
    <w:rsid w:val="009033D3"/>
    <w:rsid w:val="009048C9"/>
    <w:rsid w:val="0091134F"/>
    <w:rsid w:val="00911EB1"/>
    <w:rsid w:val="00914532"/>
    <w:rsid w:val="00914714"/>
    <w:rsid w:val="00920A1D"/>
    <w:rsid w:val="009242B3"/>
    <w:rsid w:val="009310F7"/>
    <w:rsid w:val="00943F82"/>
    <w:rsid w:val="00945317"/>
    <w:rsid w:val="00946373"/>
    <w:rsid w:val="00946836"/>
    <w:rsid w:val="00946DA9"/>
    <w:rsid w:val="009533FA"/>
    <w:rsid w:val="00957A52"/>
    <w:rsid w:val="0096241C"/>
    <w:rsid w:val="00975536"/>
    <w:rsid w:val="009757FF"/>
    <w:rsid w:val="00985518"/>
    <w:rsid w:val="00996646"/>
    <w:rsid w:val="009A1539"/>
    <w:rsid w:val="009A3794"/>
    <w:rsid w:val="009A4BF7"/>
    <w:rsid w:val="009A7360"/>
    <w:rsid w:val="009C48EA"/>
    <w:rsid w:val="009C6D1D"/>
    <w:rsid w:val="009E54CC"/>
    <w:rsid w:val="009F1B1F"/>
    <w:rsid w:val="009F1EF3"/>
    <w:rsid w:val="00A00C7C"/>
    <w:rsid w:val="00A0118C"/>
    <w:rsid w:val="00A017D7"/>
    <w:rsid w:val="00A04CC7"/>
    <w:rsid w:val="00A114EB"/>
    <w:rsid w:val="00A13BD8"/>
    <w:rsid w:val="00A14252"/>
    <w:rsid w:val="00A14E4E"/>
    <w:rsid w:val="00A171A4"/>
    <w:rsid w:val="00A174E3"/>
    <w:rsid w:val="00A22666"/>
    <w:rsid w:val="00A27650"/>
    <w:rsid w:val="00A30ABF"/>
    <w:rsid w:val="00A43B96"/>
    <w:rsid w:val="00A44695"/>
    <w:rsid w:val="00A50EE9"/>
    <w:rsid w:val="00A5169A"/>
    <w:rsid w:val="00A517EE"/>
    <w:rsid w:val="00A52467"/>
    <w:rsid w:val="00A5399F"/>
    <w:rsid w:val="00A71EC4"/>
    <w:rsid w:val="00A8161F"/>
    <w:rsid w:val="00A81646"/>
    <w:rsid w:val="00A83489"/>
    <w:rsid w:val="00A84A38"/>
    <w:rsid w:val="00A856AF"/>
    <w:rsid w:val="00A92468"/>
    <w:rsid w:val="00A92DFC"/>
    <w:rsid w:val="00A95001"/>
    <w:rsid w:val="00A9601B"/>
    <w:rsid w:val="00A973BB"/>
    <w:rsid w:val="00AA0975"/>
    <w:rsid w:val="00AA1840"/>
    <w:rsid w:val="00AA5938"/>
    <w:rsid w:val="00AA5A9F"/>
    <w:rsid w:val="00AB1952"/>
    <w:rsid w:val="00AB206A"/>
    <w:rsid w:val="00AB42F3"/>
    <w:rsid w:val="00AC363F"/>
    <w:rsid w:val="00AC6974"/>
    <w:rsid w:val="00AD0F7F"/>
    <w:rsid w:val="00AD5985"/>
    <w:rsid w:val="00AE064B"/>
    <w:rsid w:val="00AE34E9"/>
    <w:rsid w:val="00AE6B49"/>
    <w:rsid w:val="00AF06F4"/>
    <w:rsid w:val="00AF3043"/>
    <w:rsid w:val="00AF4CEF"/>
    <w:rsid w:val="00B12110"/>
    <w:rsid w:val="00B12ABC"/>
    <w:rsid w:val="00B20C64"/>
    <w:rsid w:val="00B22C2B"/>
    <w:rsid w:val="00B240FB"/>
    <w:rsid w:val="00B24CB8"/>
    <w:rsid w:val="00B31C3D"/>
    <w:rsid w:val="00B34F83"/>
    <w:rsid w:val="00B55094"/>
    <w:rsid w:val="00B561FA"/>
    <w:rsid w:val="00B64FA7"/>
    <w:rsid w:val="00B66FE3"/>
    <w:rsid w:val="00B90056"/>
    <w:rsid w:val="00B91553"/>
    <w:rsid w:val="00B91D00"/>
    <w:rsid w:val="00B91D69"/>
    <w:rsid w:val="00B92BE9"/>
    <w:rsid w:val="00B9341A"/>
    <w:rsid w:val="00B970EC"/>
    <w:rsid w:val="00B97FA5"/>
    <w:rsid w:val="00BA147B"/>
    <w:rsid w:val="00BA3C04"/>
    <w:rsid w:val="00BA61D9"/>
    <w:rsid w:val="00BB4E24"/>
    <w:rsid w:val="00BC37BC"/>
    <w:rsid w:val="00BC4534"/>
    <w:rsid w:val="00BC51AF"/>
    <w:rsid w:val="00BC625F"/>
    <w:rsid w:val="00BC7312"/>
    <w:rsid w:val="00BD203C"/>
    <w:rsid w:val="00BE54AF"/>
    <w:rsid w:val="00BF2933"/>
    <w:rsid w:val="00BF3535"/>
    <w:rsid w:val="00BF3A8D"/>
    <w:rsid w:val="00BF5D71"/>
    <w:rsid w:val="00BF6741"/>
    <w:rsid w:val="00BF6898"/>
    <w:rsid w:val="00C022A0"/>
    <w:rsid w:val="00C0376B"/>
    <w:rsid w:val="00C04AC0"/>
    <w:rsid w:val="00C05188"/>
    <w:rsid w:val="00C161E0"/>
    <w:rsid w:val="00C20C33"/>
    <w:rsid w:val="00C25005"/>
    <w:rsid w:val="00C31E84"/>
    <w:rsid w:val="00C45A14"/>
    <w:rsid w:val="00C47BAE"/>
    <w:rsid w:val="00C536CE"/>
    <w:rsid w:val="00C600E6"/>
    <w:rsid w:val="00C63372"/>
    <w:rsid w:val="00C63AEA"/>
    <w:rsid w:val="00C70045"/>
    <w:rsid w:val="00C72FDC"/>
    <w:rsid w:val="00C7641B"/>
    <w:rsid w:val="00C81974"/>
    <w:rsid w:val="00C81AD9"/>
    <w:rsid w:val="00C8702D"/>
    <w:rsid w:val="00C95BFD"/>
    <w:rsid w:val="00C97B2D"/>
    <w:rsid w:val="00C97C3B"/>
    <w:rsid w:val="00CA448B"/>
    <w:rsid w:val="00CA749B"/>
    <w:rsid w:val="00CA78C1"/>
    <w:rsid w:val="00CB391C"/>
    <w:rsid w:val="00CB4DDC"/>
    <w:rsid w:val="00CC3C98"/>
    <w:rsid w:val="00CC5152"/>
    <w:rsid w:val="00CC55CF"/>
    <w:rsid w:val="00CD02FB"/>
    <w:rsid w:val="00CD6E51"/>
    <w:rsid w:val="00CD72A9"/>
    <w:rsid w:val="00CE20FA"/>
    <w:rsid w:val="00CE5BC7"/>
    <w:rsid w:val="00CF2992"/>
    <w:rsid w:val="00CF50CB"/>
    <w:rsid w:val="00CF7372"/>
    <w:rsid w:val="00D00E9A"/>
    <w:rsid w:val="00D052CA"/>
    <w:rsid w:val="00D10C26"/>
    <w:rsid w:val="00D21A60"/>
    <w:rsid w:val="00D22F2B"/>
    <w:rsid w:val="00D2403A"/>
    <w:rsid w:val="00D26413"/>
    <w:rsid w:val="00D302D2"/>
    <w:rsid w:val="00D349CB"/>
    <w:rsid w:val="00D41C6F"/>
    <w:rsid w:val="00D47F81"/>
    <w:rsid w:val="00D50B68"/>
    <w:rsid w:val="00D53248"/>
    <w:rsid w:val="00D53411"/>
    <w:rsid w:val="00D536E3"/>
    <w:rsid w:val="00D54FF7"/>
    <w:rsid w:val="00D578B8"/>
    <w:rsid w:val="00D6079E"/>
    <w:rsid w:val="00D6303B"/>
    <w:rsid w:val="00D63686"/>
    <w:rsid w:val="00D63C8A"/>
    <w:rsid w:val="00D67D1A"/>
    <w:rsid w:val="00D738B0"/>
    <w:rsid w:val="00D7488E"/>
    <w:rsid w:val="00D74D9E"/>
    <w:rsid w:val="00D77A10"/>
    <w:rsid w:val="00D87E08"/>
    <w:rsid w:val="00DA2022"/>
    <w:rsid w:val="00DA4730"/>
    <w:rsid w:val="00DA59A5"/>
    <w:rsid w:val="00DA5D32"/>
    <w:rsid w:val="00DB2624"/>
    <w:rsid w:val="00DB5417"/>
    <w:rsid w:val="00DB68A4"/>
    <w:rsid w:val="00DB785F"/>
    <w:rsid w:val="00DB79B9"/>
    <w:rsid w:val="00DB7ED3"/>
    <w:rsid w:val="00DC1CAD"/>
    <w:rsid w:val="00DC6A80"/>
    <w:rsid w:val="00DD198C"/>
    <w:rsid w:val="00DD4365"/>
    <w:rsid w:val="00DD5354"/>
    <w:rsid w:val="00DD5D7E"/>
    <w:rsid w:val="00DD791C"/>
    <w:rsid w:val="00DE1C68"/>
    <w:rsid w:val="00DE1FFB"/>
    <w:rsid w:val="00DF0742"/>
    <w:rsid w:val="00DF2A04"/>
    <w:rsid w:val="00DF39E7"/>
    <w:rsid w:val="00DF44A4"/>
    <w:rsid w:val="00E06CA1"/>
    <w:rsid w:val="00E072EA"/>
    <w:rsid w:val="00E12204"/>
    <w:rsid w:val="00E22C8C"/>
    <w:rsid w:val="00E275F4"/>
    <w:rsid w:val="00E3116A"/>
    <w:rsid w:val="00E31270"/>
    <w:rsid w:val="00E33817"/>
    <w:rsid w:val="00E339E4"/>
    <w:rsid w:val="00E4123F"/>
    <w:rsid w:val="00E43ACC"/>
    <w:rsid w:val="00E460CA"/>
    <w:rsid w:val="00E569F5"/>
    <w:rsid w:val="00E600FF"/>
    <w:rsid w:val="00E6575C"/>
    <w:rsid w:val="00E66EDD"/>
    <w:rsid w:val="00E671E6"/>
    <w:rsid w:val="00E67656"/>
    <w:rsid w:val="00E74656"/>
    <w:rsid w:val="00E75006"/>
    <w:rsid w:val="00E77401"/>
    <w:rsid w:val="00E8375B"/>
    <w:rsid w:val="00E915B8"/>
    <w:rsid w:val="00E92F52"/>
    <w:rsid w:val="00EA1CA5"/>
    <w:rsid w:val="00EA3F0F"/>
    <w:rsid w:val="00EB715D"/>
    <w:rsid w:val="00EC1303"/>
    <w:rsid w:val="00EC2DD9"/>
    <w:rsid w:val="00EC791B"/>
    <w:rsid w:val="00ED1197"/>
    <w:rsid w:val="00ED2CBE"/>
    <w:rsid w:val="00ED5839"/>
    <w:rsid w:val="00EE383A"/>
    <w:rsid w:val="00EE5FCF"/>
    <w:rsid w:val="00EE6108"/>
    <w:rsid w:val="00EE63D3"/>
    <w:rsid w:val="00EF2A24"/>
    <w:rsid w:val="00F0054F"/>
    <w:rsid w:val="00F01539"/>
    <w:rsid w:val="00F03A28"/>
    <w:rsid w:val="00F07B20"/>
    <w:rsid w:val="00F1012A"/>
    <w:rsid w:val="00F117A0"/>
    <w:rsid w:val="00F12008"/>
    <w:rsid w:val="00F14019"/>
    <w:rsid w:val="00F149F0"/>
    <w:rsid w:val="00F14D1D"/>
    <w:rsid w:val="00F225C9"/>
    <w:rsid w:val="00F30749"/>
    <w:rsid w:val="00F30BCB"/>
    <w:rsid w:val="00F328C9"/>
    <w:rsid w:val="00F3734F"/>
    <w:rsid w:val="00F50E00"/>
    <w:rsid w:val="00F5287B"/>
    <w:rsid w:val="00F67A74"/>
    <w:rsid w:val="00F74308"/>
    <w:rsid w:val="00F75B4D"/>
    <w:rsid w:val="00F80567"/>
    <w:rsid w:val="00F844E4"/>
    <w:rsid w:val="00F909C2"/>
    <w:rsid w:val="00F92311"/>
    <w:rsid w:val="00FA35C7"/>
    <w:rsid w:val="00FA5AD4"/>
    <w:rsid w:val="00FB0B29"/>
    <w:rsid w:val="00FB2317"/>
    <w:rsid w:val="00FB2D56"/>
    <w:rsid w:val="00FB5824"/>
    <w:rsid w:val="00FC022D"/>
    <w:rsid w:val="00FC4D25"/>
    <w:rsid w:val="00FC6C29"/>
    <w:rsid w:val="00FC77F3"/>
    <w:rsid w:val="00FD05F7"/>
    <w:rsid w:val="00FD418D"/>
    <w:rsid w:val="00FD6318"/>
    <w:rsid w:val="00FD7E53"/>
    <w:rsid w:val="00FE48BE"/>
    <w:rsid w:val="00FE536E"/>
    <w:rsid w:val="00FF0428"/>
    <w:rsid w:val="00FF067E"/>
    <w:rsid w:val="00FF1161"/>
    <w:rsid w:val="00FF481C"/>
    <w:rsid w:val="00FF4986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wrap-style:none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."/>
  <w:listSeparator w:val=","/>
  <w14:docId w14:val="0308956C"/>
  <w15:docId w15:val="{07CC32F3-5288-4303-9C2F-B162F9D6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116"/>
    <w:rPr>
      <w:rFonts w:ascii="Tw Cen MT" w:hAnsi="Tw Cen MT"/>
      <w:sz w:val="24"/>
      <w:szCs w:val="24"/>
    </w:rPr>
  </w:style>
  <w:style w:type="paragraph" w:styleId="Heading1">
    <w:name w:val="heading 1"/>
    <w:basedOn w:val="BodyTextINTROParagraph"/>
    <w:next w:val="BodyText"/>
    <w:link w:val="Heading1Char"/>
    <w:qFormat/>
    <w:rsid w:val="00C95BFD"/>
    <w:pPr>
      <w:numPr>
        <w:numId w:val="47"/>
      </w:numPr>
      <w:pBdr>
        <w:bottom w:val="single" w:sz="6" w:space="1" w:color="auto"/>
      </w:pBdr>
      <w:spacing w:line="240" w:lineRule="auto"/>
      <w:outlineLvl w:val="0"/>
    </w:pPr>
    <w:rPr>
      <w:rFonts w:ascii="Tw Cen MT" w:hAnsi="Tw Cen MT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497116"/>
    <w:pPr>
      <w:keepNext/>
      <w:numPr>
        <w:ilvl w:val="1"/>
        <w:numId w:val="47"/>
      </w:numPr>
      <w:spacing w:before="480" w:after="1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BodyText"/>
    <w:next w:val="Normal"/>
    <w:link w:val="Heading3Char"/>
    <w:qFormat/>
    <w:rsid w:val="00413E4E"/>
    <w:pPr>
      <w:numPr>
        <w:ilvl w:val="2"/>
        <w:numId w:val="47"/>
      </w:numPr>
      <w:spacing w:before="12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2C4810"/>
    <w:pPr>
      <w:keepNext/>
      <w:numPr>
        <w:ilvl w:val="3"/>
        <w:numId w:val="47"/>
      </w:numPr>
      <w:spacing w:before="180"/>
      <w:outlineLvl w:val="3"/>
    </w:pPr>
    <w:rPr>
      <w:b/>
      <w:bCs/>
      <w:spacing w:val="20"/>
      <w:sz w:val="16"/>
      <w:szCs w:val="16"/>
    </w:rPr>
  </w:style>
  <w:style w:type="paragraph" w:styleId="Heading5">
    <w:name w:val="heading 5"/>
    <w:aliases w:val="Heading (table) 5"/>
    <w:basedOn w:val="Heading4"/>
    <w:next w:val="Normal"/>
    <w:link w:val="Heading5Char"/>
    <w:qFormat/>
    <w:rsid w:val="002C4810"/>
    <w:pPr>
      <w:numPr>
        <w:ilvl w:val="4"/>
      </w:numPr>
      <w:spacing w:before="80" w:after="20"/>
      <w:outlineLvl w:val="4"/>
    </w:pPr>
    <w:rPr>
      <w:caps/>
    </w:rPr>
  </w:style>
  <w:style w:type="paragraph" w:styleId="Heading6">
    <w:name w:val="heading 6"/>
    <w:basedOn w:val="Heading4"/>
    <w:next w:val="Normal"/>
    <w:link w:val="Heading6Char"/>
    <w:qFormat/>
    <w:rsid w:val="006B34EC"/>
    <w:pPr>
      <w:numPr>
        <w:ilvl w:val="5"/>
      </w:numPr>
      <w:spacing w:before="80" w:after="120"/>
      <w:outlineLvl w:val="5"/>
    </w:pPr>
    <w:rPr>
      <w:caps/>
      <w:spacing w:val="16"/>
    </w:rPr>
  </w:style>
  <w:style w:type="paragraph" w:styleId="Heading7">
    <w:name w:val="heading 7"/>
    <w:basedOn w:val="Normal"/>
    <w:next w:val="Normal"/>
    <w:link w:val="Heading7Char"/>
    <w:qFormat/>
    <w:rsid w:val="00C95BFD"/>
    <w:pPr>
      <w:numPr>
        <w:ilvl w:val="6"/>
        <w:numId w:val="47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C95BFD"/>
    <w:pPr>
      <w:numPr>
        <w:ilvl w:val="7"/>
        <w:numId w:val="47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qFormat/>
    <w:rsid w:val="00C95BFD"/>
    <w:pPr>
      <w:numPr>
        <w:ilvl w:val="8"/>
        <w:numId w:val="47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95BFD"/>
    <w:rPr>
      <w:rFonts w:ascii="Tw Cen MT" w:hAnsi="Tw Cen MT"/>
      <w:b/>
      <w:color w:val="333333"/>
      <w:sz w:val="32"/>
      <w:lang w:val="en-US" w:eastAsia="en-US"/>
    </w:rPr>
  </w:style>
  <w:style w:type="character" w:customStyle="1" w:styleId="Heading2Char">
    <w:name w:val="Heading 2 Char"/>
    <w:link w:val="Heading2"/>
    <w:locked/>
    <w:rPr>
      <w:rFonts w:ascii="Cambria" w:hAnsi="Cambria"/>
      <w:b/>
      <w:i/>
      <w:sz w:val="28"/>
      <w:lang w:val="en-US" w:eastAsia="en-US"/>
    </w:rPr>
  </w:style>
  <w:style w:type="character" w:customStyle="1" w:styleId="Heading3Char">
    <w:name w:val="Heading 3 Char"/>
    <w:link w:val="Heading3"/>
    <w:semiHidden/>
    <w:locked/>
    <w:rPr>
      <w:rFonts w:ascii="Cambria" w:hAnsi="Cambria"/>
      <w:b/>
      <w:sz w:val="26"/>
      <w:lang w:val="en-US" w:eastAsia="en-US"/>
    </w:rPr>
  </w:style>
  <w:style w:type="character" w:customStyle="1" w:styleId="Heading4Char">
    <w:name w:val="Heading 4 Char"/>
    <w:link w:val="Heading4"/>
    <w:locked/>
    <w:rsid w:val="002C4810"/>
    <w:rPr>
      <w:rFonts w:ascii="Tw Cen MT" w:hAnsi="Tw Cen MT"/>
      <w:b/>
      <w:spacing w:val="20"/>
      <w:sz w:val="16"/>
      <w:lang w:val="en-US" w:eastAsia="en-US"/>
    </w:rPr>
  </w:style>
  <w:style w:type="character" w:customStyle="1" w:styleId="Heading5Char">
    <w:name w:val="Heading 5 Char"/>
    <w:aliases w:val="Heading (table) 5 Char"/>
    <w:link w:val="Heading5"/>
    <w:locked/>
    <w:rsid w:val="002C4810"/>
    <w:rPr>
      <w:rFonts w:ascii="Tw Cen MT" w:hAnsi="Tw Cen MT"/>
      <w:b/>
      <w:caps/>
      <w:spacing w:val="20"/>
      <w:sz w:val="16"/>
      <w:lang w:val="en-US" w:eastAsia="en-US"/>
    </w:rPr>
  </w:style>
  <w:style w:type="character" w:customStyle="1" w:styleId="Heading6Char">
    <w:name w:val="Heading 6 Char"/>
    <w:link w:val="Heading6"/>
    <w:locked/>
    <w:rsid w:val="006B34EC"/>
    <w:rPr>
      <w:rFonts w:ascii="Tw Cen MT" w:hAnsi="Tw Cen MT"/>
      <w:b/>
      <w:caps/>
      <w:spacing w:val="16"/>
      <w:sz w:val="16"/>
      <w:lang w:val="en-US" w:eastAsia="en-US"/>
    </w:rPr>
  </w:style>
  <w:style w:type="character" w:customStyle="1" w:styleId="Heading7Char">
    <w:name w:val="Heading 7 Char"/>
    <w:link w:val="Heading7"/>
    <w:semiHidden/>
    <w:locked/>
    <w:rsid w:val="00C95BFD"/>
    <w:rPr>
      <w:rFonts w:ascii="Calibri" w:hAnsi="Calibri"/>
      <w:sz w:val="24"/>
      <w:lang w:val="en-US" w:eastAsia="en-US"/>
    </w:rPr>
  </w:style>
  <w:style w:type="character" w:customStyle="1" w:styleId="Heading8Char">
    <w:name w:val="Heading 8 Char"/>
    <w:link w:val="Heading8"/>
    <w:semiHidden/>
    <w:locked/>
    <w:rsid w:val="00C95BFD"/>
    <w:rPr>
      <w:rFonts w:ascii="Calibri" w:hAnsi="Calibri"/>
      <w:i/>
      <w:sz w:val="24"/>
      <w:lang w:val="en-US" w:eastAsia="en-US"/>
    </w:rPr>
  </w:style>
  <w:style w:type="character" w:customStyle="1" w:styleId="Heading9Char">
    <w:name w:val="Heading 9 Char"/>
    <w:link w:val="Heading9"/>
    <w:semiHidden/>
    <w:locked/>
    <w:rsid w:val="00C95BFD"/>
    <w:rPr>
      <w:rFonts w:ascii="Cambria" w:hAnsi="Cambria"/>
      <w:sz w:val="22"/>
      <w:lang w:val="en-US" w:eastAsia="en-US"/>
    </w:rPr>
  </w:style>
  <w:style w:type="paragraph" w:styleId="BodyText">
    <w:name w:val="Body Text"/>
    <w:basedOn w:val="Normal"/>
    <w:link w:val="BodyTextChar"/>
    <w:rsid w:val="00FE536E"/>
    <w:pPr>
      <w:spacing w:after="120"/>
      <w:jc w:val="both"/>
    </w:pPr>
    <w:rPr>
      <w:lang w:eastAsia="pt-BR"/>
    </w:rPr>
  </w:style>
  <w:style w:type="character" w:customStyle="1" w:styleId="BodyTextChar">
    <w:name w:val="Body Text Char"/>
    <w:link w:val="BodyText"/>
    <w:locked/>
    <w:rsid w:val="00FE536E"/>
    <w:rPr>
      <w:rFonts w:ascii="Tw Cen MT" w:hAnsi="Tw Cen MT"/>
      <w:sz w:val="24"/>
      <w:szCs w:val="24"/>
      <w:lang w:eastAsia="pt-BR"/>
    </w:rPr>
  </w:style>
  <w:style w:type="paragraph" w:styleId="BodyText2">
    <w:name w:val="Body Text 2"/>
    <w:basedOn w:val="BodyText"/>
    <w:link w:val="BodyText2Char"/>
    <w:rsid w:val="002C4810"/>
    <w:pPr>
      <w:spacing w:after="0"/>
    </w:pPr>
  </w:style>
  <w:style w:type="character" w:customStyle="1" w:styleId="BodyText2Char">
    <w:name w:val="Body Text 2 Char"/>
    <w:link w:val="BodyText2"/>
    <w:semiHidden/>
    <w:locked/>
    <w:rPr>
      <w:rFonts w:ascii="Tw Cen MT" w:hAnsi="Tw Cen MT"/>
      <w:sz w:val="24"/>
      <w:lang w:val="en-US" w:eastAsia="en-US"/>
    </w:rPr>
  </w:style>
  <w:style w:type="paragraph" w:styleId="BodyText3">
    <w:name w:val="Body Text 3"/>
    <w:basedOn w:val="BodyText"/>
    <w:link w:val="BodyText3Char"/>
    <w:rsid w:val="002C4810"/>
    <w:pPr>
      <w:spacing w:before="40" w:after="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locked/>
    <w:rPr>
      <w:rFonts w:ascii="Tw Cen MT" w:hAnsi="Tw Cen MT"/>
      <w:sz w:val="16"/>
      <w:lang w:val="en-US" w:eastAsia="en-US"/>
    </w:rPr>
  </w:style>
  <w:style w:type="paragraph" w:customStyle="1" w:styleId="BodyTextINTROParagraph">
    <w:name w:val="Body Text INTRO Paragraph"/>
    <w:basedOn w:val="Normal"/>
    <w:next w:val="BodyText3"/>
    <w:link w:val="BodyTextINTROParagraphChar"/>
    <w:rsid w:val="002C48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360" w:after="120" w:line="360" w:lineRule="exact"/>
      <w:ind w:left="1440"/>
    </w:pPr>
    <w:rPr>
      <w:rFonts w:ascii="Arial" w:hAnsi="Arial" w:cs="Courier New"/>
      <w:b/>
      <w:color w:val="333333"/>
    </w:rPr>
  </w:style>
  <w:style w:type="character" w:customStyle="1" w:styleId="BodyTextINTROParagraphChar">
    <w:name w:val="Body Text INTRO Paragraph Char"/>
    <w:link w:val="BodyTextINTROParagraph"/>
    <w:locked/>
    <w:rsid w:val="002C4810"/>
    <w:rPr>
      <w:rFonts w:ascii="Arial" w:hAnsi="Arial"/>
      <w:b/>
      <w:color w:val="333333"/>
      <w:sz w:val="24"/>
      <w:lang w:val="en-US" w:eastAsia="en-US"/>
    </w:rPr>
  </w:style>
  <w:style w:type="paragraph" w:styleId="Footer">
    <w:name w:val="footer"/>
    <w:basedOn w:val="Normal"/>
    <w:link w:val="FooterChar"/>
    <w:rsid w:val="00811CA8"/>
  </w:style>
  <w:style w:type="character" w:customStyle="1" w:styleId="FooterChar">
    <w:name w:val="Footer Char"/>
    <w:link w:val="Footer"/>
    <w:semiHidden/>
    <w:locked/>
    <w:rPr>
      <w:rFonts w:ascii="Tw Cen MT" w:hAnsi="Tw Cen MT"/>
      <w:sz w:val="24"/>
      <w:lang w:val="en-US" w:eastAsia="en-US"/>
    </w:rPr>
  </w:style>
  <w:style w:type="paragraph" w:styleId="Header">
    <w:name w:val="header"/>
    <w:basedOn w:val="Normal"/>
    <w:link w:val="HeaderChar"/>
    <w:rsid w:val="00811CA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Pr>
      <w:rFonts w:ascii="Tw Cen MT" w:hAnsi="Tw Cen MT"/>
      <w:sz w:val="24"/>
      <w:lang w:val="en-US" w:eastAsia="en-US"/>
    </w:rPr>
  </w:style>
  <w:style w:type="paragraph" w:customStyle="1" w:styleId="IntroBodyText">
    <w:name w:val="Intro Body Text"/>
    <w:basedOn w:val="Normal"/>
    <w:rsid w:val="002C48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-14"/>
    </w:pPr>
    <w:rPr>
      <w:rFonts w:cs="Arial"/>
      <w:szCs w:val="20"/>
    </w:rPr>
  </w:style>
  <w:style w:type="paragraph" w:styleId="ListBullet2">
    <w:name w:val="List Bullet 2"/>
    <w:basedOn w:val="BodyText"/>
    <w:rsid w:val="00CA448B"/>
    <w:pPr>
      <w:numPr>
        <w:numId w:val="16"/>
      </w:numPr>
      <w:tabs>
        <w:tab w:val="clear" w:pos="1800"/>
        <w:tab w:val="num" w:pos="720"/>
      </w:tabs>
      <w:spacing w:after="60"/>
      <w:ind w:left="720"/>
    </w:pPr>
  </w:style>
  <w:style w:type="paragraph" w:customStyle="1" w:styleId="StyleBodyTextINTROParagraphCustomColorRGB119119119B">
    <w:name w:val="Style Body Text INTRO Paragraph + Custom Color(RGB(119119119)) B..."/>
    <w:basedOn w:val="BodyTextINTROParagraph"/>
    <w:rsid w:val="002C4810"/>
    <w:pPr>
      <w:tabs>
        <w:tab w:val="clear" w:pos="1440"/>
        <w:tab w:val="left" w:pos="0"/>
      </w:tabs>
      <w:spacing w:before="300" w:after="0"/>
      <w:ind w:left="0"/>
    </w:pPr>
    <w:rPr>
      <w:rFonts w:cs="Arial"/>
      <w:bCs/>
      <w:color w:val="5F5F5F"/>
    </w:rPr>
  </w:style>
  <w:style w:type="paragraph" w:customStyle="1" w:styleId="TableBodyText">
    <w:name w:val="Table Body Text"/>
    <w:basedOn w:val="Normal"/>
    <w:rsid w:val="0091134F"/>
    <w:pPr>
      <w:spacing w:before="40" w:after="40"/>
    </w:pPr>
  </w:style>
  <w:style w:type="paragraph" w:customStyle="1" w:styleId="Tablesubtitle">
    <w:name w:val="Table subtitle"/>
    <w:basedOn w:val="Normal"/>
    <w:autoRedefine/>
    <w:rsid w:val="007770D8"/>
    <w:pPr>
      <w:keepNext/>
      <w:spacing w:before="40" w:after="40"/>
      <w:outlineLvl w:val="5"/>
    </w:pPr>
    <w:rPr>
      <w:rFonts w:cs="Arial"/>
      <w:b/>
      <w:bCs/>
      <w:spacing w:val="10"/>
      <w:sz w:val="16"/>
      <w:szCs w:val="16"/>
    </w:rPr>
  </w:style>
  <w:style w:type="paragraph" w:customStyle="1" w:styleId="TableTitle">
    <w:name w:val="Table Title"/>
    <w:next w:val="Heading5"/>
    <w:rsid w:val="00CA448B"/>
    <w:pPr>
      <w:spacing w:before="360" w:after="60"/>
    </w:pPr>
    <w:rPr>
      <w:rFonts w:ascii="Arial" w:hAnsi="Arial"/>
      <w:b/>
    </w:rPr>
  </w:style>
  <w:style w:type="paragraph" w:styleId="Title">
    <w:name w:val="Title"/>
    <w:basedOn w:val="BodyTextINTROParagraph"/>
    <w:link w:val="TitleChar"/>
    <w:qFormat/>
    <w:rsid w:val="00E43ACC"/>
    <w:pPr>
      <w:spacing w:before="960" w:line="240" w:lineRule="auto"/>
      <w:ind w:left="0"/>
    </w:pPr>
    <w:rPr>
      <w:rFonts w:ascii="Cambria" w:hAnsi="Cambria" w:cs="Times New Roman"/>
      <w:bCs/>
      <w:color w:val="auto"/>
      <w:kern w:val="28"/>
      <w:sz w:val="32"/>
      <w:szCs w:val="32"/>
    </w:rPr>
  </w:style>
  <w:style w:type="character" w:customStyle="1" w:styleId="TitleChar">
    <w:name w:val="Title Char"/>
    <w:link w:val="Title"/>
    <w:locked/>
    <w:rPr>
      <w:rFonts w:ascii="Cambria" w:hAnsi="Cambria"/>
      <w:b/>
      <w:kern w:val="28"/>
      <w:sz w:val="32"/>
      <w:lang w:val="en-US" w:eastAsia="en-US"/>
    </w:rPr>
  </w:style>
  <w:style w:type="paragraph" w:styleId="BalloonText">
    <w:name w:val="Balloon Text"/>
    <w:basedOn w:val="Normal"/>
    <w:link w:val="BalloonTextChar"/>
    <w:autoRedefine/>
    <w:rsid w:val="00C20C33"/>
    <w:rPr>
      <w:rFonts w:ascii="Times New Roman" w:hAnsi="Times New Roman"/>
      <w:sz w:val="18"/>
    </w:rPr>
  </w:style>
  <w:style w:type="character" w:customStyle="1" w:styleId="BalloonTextChar">
    <w:name w:val="Balloon Text Char"/>
    <w:link w:val="BalloonText"/>
    <w:semiHidden/>
    <w:locked/>
    <w:rsid w:val="00C20C33"/>
    <w:rPr>
      <w:sz w:val="18"/>
      <w:szCs w:val="24"/>
      <w:lang w:val="en-US" w:eastAsia="en-US" w:bidi="ar-SA"/>
    </w:rPr>
  </w:style>
  <w:style w:type="paragraph" w:customStyle="1" w:styleId="Instructionaltext">
    <w:name w:val="Instructional text"/>
    <w:basedOn w:val="BodyText"/>
    <w:rsid w:val="0086517E"/>
    <w:pPr>
      <w:spacing w:before="60"/>
    </w:pPr>
    <w:rPr>
      <w:sz w:val="16"/>
    </w:rPr>
  </w:style>
  <w:style w:type="paragraph" w:customStyle="1" w:styleId="Companyname">
    <w:name w:val="Company name"/>
    <w:basedOn w:val="Normal"/>
    <w:rsid w:val="00E43ACC"/>
    <w:rPr>
      <w:b/>
    </w:rPr>
  </w:style>
  <w:style w:type="paragraph" w:styleId="ListBullet3">
    <w:name w:val="List Bullet 3"/>
    <w:basedOn w:val="ListBullet2"/>
    <w:rsid w:val="000C3416"/>
    <w:pPr>
      <w:tabs>
        <w:tab w:val="clear" w:pos="720"/>
        <w:tab w:val="left" w:pos="1296"/>
      </w:tabs>
      <w:ind w:left="1296" w:hanging="216"/>
    </w:pPr>
  </w:style>
  <w:style w:type="character" w:styleId="CommentReference">
    <w:name w:val="annotation reference"/>
    <w:semiHidden/>
    <w:rsid w:val="00C20C33"/>
    <w:rPr>
      <w:rFonts w:ascii="Times New Roman" w:hAnsi="Times New Roman"/>
      <w:sz w:val="16"/>
      <w:szCs w:val="24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486097"/>
    <w:rPr>
      <w:szCs w:val="20"/>
    </w:rPr>
  </w:style>
  <w:style w:type="character" w:customStyle="1" w:styleId="CommentTextChar">
    <w:name w:val="Comment Text Char"/>
    <w:link w:val="CommentText"/>
    <w:semiHidden/>
    <w:locked/>
    <w:rsid w:val="00617E61"/>
    <w:rPr>
      <w:rFonts w:ascii="Tw Cen MT" w:hAnsi="Tw Cen MT"/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86097"/>
    <w:rPr>
      <w:b/>
      <w:bCs/>
      <w:sz w:val="20"/>
    </w:rPr>
  </w:style>
  <w:style w:type="character" w:customStyle="1" w:styleId="CommentSubjectChar">
    <w:name w:val="Comment Subject Char"/>
    <w:link w:val="CommentSubject"/>
    <w:semiHidden/>
    <w:locked/>
    <w:rPr>
      <w:rFonts w:ascii="Tw Cen MT" w:hAnsi="Tw Cen MT"/>
      <w:b/>
      <w:sz w:val="20"/>
      <w:lang w:val="en-US" w:eastAsia="en-US"/>
    </w:rPr>
  </w:style>
  <w:style w:type="paragraph" w:customStyle="1" w:styleId="StyleBodyText2Left043After0pt">
    <w:name w:val="Style Body Text 2 + Left:  0.43&quot; After:  0 pt"/>
    <w:basedOn w:val="BodyText2"/>
    <w:autoRedefine/>
    <w:rsid w:val="00486097"/>
    <w:pPr>
      <w:tabs>
        <w:tab w:val="center" w:pos="7200"/>
      </w:tabs>
      <w:spacing w:line="480" w:lineRule="auto"/>
      <w:ind w:left="432"/>
    </w:pPr>
    <w:rPr>
      <w:rFonts w:ascii="Verdana" w:hAnsi="Verdana"/>
      <w:szCs w:val="20"/>
    </w:rPr>
  </w:style>
  <w:style w:type="paragraph" w:customStyle="1" w:styleId="ListParagraph1">
    <w:name w:val="List Paragraph1"/>
    <w:basedOn w:val="Normal"/>
    <w:rsid w:val="00D21A60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DA2022"/>
    <w:pPr>
      <w:spacing w:before="100" w:beforeAutospacing="1" w:after="100" w:afterAutospacing="1"/>
    </w:pPr>
    <w:rPr>
      <w:rFonts w:ascii="Times New Roman" w:hAnsi="Times New Roman"/>
    </w:rPr>
  </w:style>
  <w:style w:type="paragraph" w:styleId="Caption">
    <w:name w:val="caption"/>
    <w:basedOn w:val="Normal"/>
    <w:next w:val="Normal"/>
    <w:uiPriority w:val="99"/>
    <w:qFormat/>
    <w:rsid w:val="004F7613"/>
    <w:pPr>
      <w:spacing w:after="200"/>
      <w:jc w:val="center"/>
    </w:pPr>
    <w:rPr>
      <w:i/>
      <w:iCs/>
      <w:color w:val="1F497D"/>
      <w:sz w:val="22"/>
      <w:szCs w:val="22"/>
    </w:rPr>
  </w:style>
  <w:style w:type="paragraph" w:customStyle="1" w:styleId="Revision1">
    <w:name w:val="Revision1"/>
    <w:hidden/>
    <w:semiHidden/>
    <w:rsid w:val="004C77D9"/>
    <w:rPr>
      <w:rFonts w:ascii="Tw Cen MT" w:hAnsi="Tw Cen MT"/>
      <w:sz w:val="24"/>
      <w:szCs w:val="24"/>
    </w:rPr>
  </w:style>
  <w:style w:type="table" w:styleId="TableGrid">
    <w:name w:val="Table Grid"/>
    <w:basedOn w:val="TableNormal"/>
    <w:locked/>
    <w:rsid w:val="002554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">
    <w:name w:val="Style1"/>
    <w:rsid w:val="00655D81"/>
    <w:pPr>
      <w:numPr>
        <w:numId w:val="26"/>
      </w:numPr>
    </w:pPr>
  </w:style>
  <w:style w:type="paragraph" w:customStyle="1" w:styleId="Definition">
    <w:name w:val="Definition"/>
    <w:basedOn w:val="BodyText"/>
    <w:qFormat/>
    <w:rsid w:val="001C1B72"/>
    <w:pPr>
      <w:spacing w:after="40"/>
    </w:pPr>
  </w:style>
  <w:style w:type="paragraph" w:styleId="Revision">
    <w:name w:val="Revision"/>
    <w:hidden/>
    <w:uiPriority w:val="99"/>
    <w:semiHidden/>
    <w:rsid w:val="00D6303B"/>
    <w:rPr>
      <w:rFonts w:ascii="Tw Cen MT" w:hAnsi="Tw Cen MT"/>
      <w:sz w:val="24"/>
      <w:szCs w:val="24"/>
    </w:rPr>
  </w:style>
  <w:style w:type="paragraph" w:styleId="TableofFigures">
    <w:name w:val="table of figures"/>
    <w:basedOn w:val="Normal"/>
    <w:next w:val="Normal"/>
    <w:uiPriority w:val="99"/>
    <w:rsid w:val="00766527"/>
  </w:style>
  <w:style w:type="character" w:styleId="Hyperlink">
    <w:name w:val="Hyperlink"/>
    <w:uiPriority w:val="99"/>
    <w:unhideWhenUsed/>
    <w:rsid w:val="00766527"/>
    <w:rPr>
      <w:color w:val="0563C1"/>
      <w:u w:val="single"/>
    </w:rPr>
  </w:style>
  <w:style w:type="paragraph" w:styleId="E-mailSignature">
    <w:name w:val="E-mail Signature"/>
    <w:basedOn w:val="Normal"/>
    <w:link w:val="E-mailSignatureChar"/>
    <w:rsid w:val="005B25E2"/>
  </w:style>
  <w:style w:type="character" w:customStyle="1" w:styleId="E-mailSignatureChar">
    <w:name w:val="E-mail Signature Char"/>
    <w:link w:val="E-mailSignature"/>
    <w:rsid w:val="005B25E2"/>
    <w:rPr>
      <w:rFonts w:ascii="Tw Cen MT" w:hAnsi="Tw Cen MT"/>
      <w:sz w:val="24"/>
      <w:szCs w:val="24"/>
      <w:lang w:val="en-US" w:eastAsia="en-US"/>
    </w:rPr>
  </w:style>
  <w:style w:type="character" w:customStyle="1" w:styleId="subhead">
    <w:name w:val="subhead"/>
    <w:rsid w:val="0057252D"/>
  </w:style>
  <w:style w:type="character" w:customStyle="1" w:styleId="apple-converted-space">
    <w:name w:val="apple-converted-space"/>
    <w:rsid w:val="0057252D"/>
  </w:style>
  <w:style w:type="paragraph" w:styleId="ListNumber">
    <w:name w:val="List Number"/>
    <w:basedOn w:val="Normal"/>
    <w:locked/>
    <w:rsid w:val="009033D3"/>
    <w:pPr>
      <w:numPr>
        <w:numId w:val="12"/>
      </w:numPr>
      <w:ind w:left="357" w:hanging="357"/>
      <w:contextualSpacing/>
      <w:jc w:val="both"/>
    </w:pPr>
  </w:style>
  <w:style w:type="character" w:styleId="PlaceholderText">
    <w:name w:val="Placeholder Text"/>
    <w:basedOn w:val="DefaultParagraphFont"/>
    <w:uiPriority w:val="99"/>
    <w:semiHidden/>
    <w:rsid w:val="000C7C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oogleDrive\Templates\Report_CONP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B7240-FDA2-4A36-875F-A19D62E07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Report_CONPS.dotm</Template>
  <TotalTime>67</TotalTime>
  <Pages>4</Pages>
  <Words>536</Words>
  <Characters>3055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CONOPS</vt:lpstr>
      <vt:lpstr>CONOPS</vt:lpstr>
    </vt:vector>
  </TitlesOfParts>
  <Company>UTFPR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CONOPS</dc:title>
  <dc:subject/>
  <dc:creator>Douglas Renaux</dc:creator>
  <cp:keywords/>
  <dc:description/>
  <cp:lastModifiedBy>Douglas Renaux</cp:lastModifiedBy>
  <cp:revision>42</cp:revision>
  <cp:lastPrinted>2014-02-27T13:15:00Z</cp:lastPrinted>
  <dcterms:created xsi:type="dcterms:W3CDTF">2021-04-17T23:42:00Z</dcterms:created>
  <dcterms:modified xsi:type="dcterms:W3CDTF">2021-11-20T19:36:00Z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TC012110101033</vt:lpwstr>
  </property>
</Properties>
</file>